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commentRangeStart w:id="0"/>
            <w:r w:rsidRPr="00CC451E">
              <w:t>Release</w:t>
            </w:r>
            <w:r w:rsidR="00337E82" w:rsidRPr="000754EC">
              <w:t xml:space="preserve"> </w:t>
            </w:r>
            <w:r w:rsidR="00E933B0">
              <w:t>1</w:t>
            </w:r>
            <w:commentRangeEnd w:id="0"/>
            <w:r w:rsidR="00510B6A">
              <w:rPr>
                <w:lang w:eastAsia="en-AU"/>
              </w:rPr>
              <w:commentReference w:id="0"/>
            </w:r>
          </w:p>
        </w:tc>
        <w:tc>
          <w:tcPr>
            <w:tcW w:w="6939" w:type="dxa"/>
          </w:tcPr>
          <w:p w14:paraId="1452D98A" w14:textId="443F8B80"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B17802">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9E39DF2" w:rsidR="00F1480E" w:rsidRPr="000754EC" w:rsidRDefault="00E933B0">
            <w:pPr>
              <w:pStyle w:val="SIUNITCODE"/>
            </w:pPr>
            <w:commentRangeStart w:id="1"/>
            <w:r>
              <w:t>AHC</w:t>
            </w:r>
            <w:r w:rsidR="003D2DDF">
              <w:t>S</w:t>
            </w:r>
            <w:r w:rsidR="008934B0">
              <w:t>DT3</w:t>
            </w:r>
            <w:r w:rsidR="009D71A5">
              <w:t>XX</w:t>
            </w:r>
          </w:p>
        </w:tc>
        <w:tc>
          <w:tcPr>
            <w:tcW w:w="3604" w:type="pct"/>
            <w:shd w:val="clear" w:color="auto" w:fill="auto"/>
          </w:tcPr>
          <w:p w14:paraId="68240ED7" w14:textId="547B9EC9" w:rsidR="00F1480E" w:rsidRPr="000754EC" w:rsidRDefault="009D71A5" w:rsidP="009D7D22">
            <w:pPr>
              <w:pStyle w:val="SIUnittitle"/>
            </w:pPr>
            <w:r w:rsidRPr="009D71A5">
              <w:t xml:space="preserve">Perform </w:t>
            </w:r>
            <w:r w:rsidR="006165D6">
              <w:t xml:space="preserve">tests for </w:t>
            </w:r>
            <w:r w:rsidRPr="009D71A5">
              <w:t>quality on seeds</w:t>
            </w:r>
            <w:commentRangeEnd w:id="1"/>
            <w:r w:rsidR="006263F3">
              <w:rPr>
                <w:b w:val="0"/>
                <w:sz w:val="20"/>
              </w:rPr>
              <w:commentReference w:id="1"/>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1D1EBB2" w14:textId="6BA3F8A0" w:rsidR="00E15D8C" w:rsidRPr="00E15D8C" w:rsidRDefault="00E15D8C" w:rsidP="00E15D8C">
            <w:pPr>
              <w:pStyle w:val="SIText"/>
            </w:pPr>
            <w:r w:rsidRPr="00E15D8C">
              <w:t>This unit of competency describes the skills and knowledge required to perform tests</w:t>
            </w:r>
            <w:r w:rsidR="006165D6">
              <w:t xml:space="preserve"> on seeds and grain to determine quality</w:t>
            </w:r>
            <w:r w:rsidR="00216D76">
              <w:t>, performed under laboratory conditions in accordance with industry standards</w:t>
            </w:r>
            <w:r w:rsidR="006165D6">
              <w:t>.</w:t>
            </w:r>
          </w:p>
          <w:p w14:paraId="5D4BE5E0" w14:textId="77777777" w:rsidR="00E15D8C" w:rsidRPr="00E15D8C" w:rsidRDefault="00E15D8C" w:rsidP="00E15D8C">
            <w:pPr>
              <w:pStyle w:val="SIText"/>
            </w:pPr>
          </w:p>
          <w:p w14:paraId="43BEB6E3" w14:textId="51ED3476" w:rsidR="00E15D8C" w:rsidRPr="00E15D8C" w:rsidRDefault="003058A3" w:rsidP="00E15D8C">
            <w:pPr>
              <w:pStyle w:val="SIText"/>
            </w:pPr>
            <w:r>
              <w:t>The unit applies to individuals</w:t>
            </w:r>
            <w:r w:rsidR="00E15D8C" w:rsidRPr="00E15D8C">
              <w:t xml:space="preserve"> who take responsibility for their own work and for the quality of the work of others. They use discretion and judgement in the selection, allocation and use of available resources. All work is carried out to comply with workplace procedures.</w:t>
            </w:r>
          </w:p>
          <w:p w14:paraId="067B0D9E" w14:textId="77777777" w:rsidR="00E15D8C" w:rsidRPr="00E15D8C" w:rsidRDefault="00E15D8C" w:rsidP="00E15D8C">
            <w:pPr>
              <w:pStyle w:val="SIText"/>
            </w:pPr>
          </w:p>
          <w:p w14:paraId="034C6C33" w14:textId="574E9893" w:rsidR="00373436" w:rsidRPr="000754EC" w:rsidRDefault="003B3684" w:rsidP="00E15D8C">
            <w:pPr>
              <w:pStyle w:val="SIText"/>
            </w:pPr>
            <w:r w:rsidRPr="003B3684">
              <w:t xml:space="preserve">Seed to be processed for Certification must be sampled by Authorised Sampler in accordance with International, Federal and State </w:t>
            </w:r>
            <w:r>
              <w:t xml:space="preserve">seed </w:t>
            </w:r>
            <w:r w:rsidRPr="003B3684">
              <w:t>certification regulations.</w:t>
            </w:r>
          </w:p>
        </w:tc>
      </w:tr>
      <w:tr w:rsidR="00F1480E" w:rsidRPr="00963A46" w14:paraId="655EE24B" w14:textId="77777777" w:rsidTr="00CA2922">
        <w:tc>
          <w:tcPr>
            <w:tcW w:w="1396" w:type="pct"/>
            <w:shd w:val="clear" w:color="auto" w:fill="auto"/>
          </w:tcPr>
          <w:p w14:paraId="0AB6F924" w14:textId="7D680FBE" w:rsidR="00F1480E" w:rsidRPr="000754EC" w:rsidRDefault="00FD557D" w:rsidP="000754EC">
            <w:pPr>
              <w:pStyle w:val="SIHeading2"/>
            </w:pPr>
            <w:r w:rsidRPr="00923720">
              <w:t>Prerequisite Unit</w:t>
            </w:r>
          </w:p>
        </w:tc>
        <w:tc>
          <w:tcPr>
            <w:tcW w:w="3604" w:type="pct"/>
            <w:shd w:val="clear" w:color="auto" w:fill="auto"/>
          </w:tcPr>
          <w:p w14:paraId="28808444" w14:textId="31A9AAD7"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6FB65F06" w:rsidR="00F1480E" w:rsidRPr="000754EC" w:rsidRDefault="003D2DDF" w:rsidP="000754EC">
            <w:pPr>
              <w:pStyle w:val="SIText"/>
            </w:pPr>
            <w:r>
              <w:t xml:space="preserve">Seed </w:t>
            </w:r>
            <w:r w:rsidR="008F2D72">
              <w:t>Testing</w:t>
            </w:r>
            <w:r>
              <w:t xml:space="preserve"> (SD</w:t>
            </w:r>
            <w:r w:rsidR="008F2D72">
              <w:t>T</w:t>
            </w:r>
            <w:r>
              <w: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15D8C" w:rsidRPr="00963A46" w14:paraId="2F5B2555" w14:textId="77777777" w:rsidTr="00CA2922">
        <w:trPr>
          <w:cantSplit/>
        </w:trPr>
        <w:tc>
          <w:tcPr>
            <w:tcW w:w="1396" w:type="pct"/>
            <w:shd w:val="clear" w:color="auto" w:fill="auto"/>
          </w:tcPr>
          <w:p w14:paraId="06314A52" w14:textId="13803BCB" w:rsidR="00E15D8C" w:rsidRPr="00E15D8C" w:rsidRDefault="00E15D8C">
            <w:pPr>
              <w:pStyle w:val="SIText"/>
            </w:pPr>
            <w:r w:rsidRPr="00E15D8C">
              <w:t xml:space="preserve">1. </w:t>
            </w:r>
            <w:r w:rsidR="00A11EEE">
              <w:t>Prepare</w:t>
            </w:r>
            <w:r w:rsidR="005529BE">
              <w:t xml:space="preserve"> seed </w:t>
            </w:r>
            <w:r w:rsidR="00A11EEE">
              <w:t xml:space="preserve">for testing </w:t>
            </w:r>
            <w:r w:rsidR="005529BE">
              <w:t>and maintain condition and purity</w:t>
            </w:r>
          </w:p>
        </w:tc>
        <w:tc>
          <w:tcPr>
            <w:tcW w:w="3604" w:type="pct"/>
            <w:shd w:val="clear" w:color="auto" w:fill="auto"/>
          </w:tcPr>
          <w:p w14:paraId="7A0DD91E" w14:textId="37003B1F" w:rsidR="0076166D" w:rsidRDefault="00E15D8C" w:rsidP="00E15D8C">
            <w:r w:rsidRPr="00E15D8C">
              <w:t xml:space="preserve">1.1 Identify </w:t>
            </w:r>
            <w:r w:rsidR="006165D6">
              <w:t>purpose of seed tests from work instruction</w:t>
            </w:r>
            <w:r w:rsidR="0076166D">
              <w:t>s</w:t>
            </w:r>
          </w:p>
          <w:p w14:paraId="434782BD" w14:textId="67D83A91" w:rsidR="00E15D8C" w:rsidRDefault="005529BE" w:rsidP="00E15D8C">
            <w:r>
              <w:t>1.2 Verify authenticity of seed from submitted sample documentation</w:t>
            </w:r>
          </w:p>
          <w:p w14:paraId="4B35C32C" w14:textId="31ADF503" w:rsidR="00CB33CF" w:rsidRPr="00E15D8C" w:rsidRDefault="00CB33CF" w:rsidP="00E15D8C">
            <w:r>
              <w:t xml:space="preserve">1.3 Verify submitted seed sample complies with condition specified for seed test and report inconsistences to supervisor </w:t>
            </w:r>
          </w:p>
          <w:p w14:paraId="296F5DBC" w14:textId="6D4BACA8" w:rsidR="00E15D8C" w:rsidRDefault="00E15D8C" w:rsidP="00E15D8C">
            <w:r w:rsidRPr="00E15D8C">
              <w:t>1.</w:t>
            </w:r>
            <w:r w:rsidR="00CB33CF">
              <w:t>4</w:t>
            </w:r>
            <w:r w:rsidR="005529BE">
              <w:t xml:space="preserve"> </w:t>
            </w:r>
            <w:r w:rsidRPr="00E15D8C">
              <w:t xml:space="preserve">Prepare working </w:t>
            </w:r>
            <w:r w:rsidR="005529BE">
              <w:t xml:space="preserve">test </w:t>
            </w:r>
            <w:r w:rsidRPr="00E15D8C">
              <w:t>sample</w:t>
            </w:r>
            <w:r w:rsidR="00A11EEE">
              <w:t>/</w:t>
            </w:r>
            <w:r w:rsidR="005529BE">
              <w:t>s</w:t>
            </w:r>
            <w:r w:rsidRPr="00E15D8C">
              <w:t xml:space="preserve"> from submitted </w:t>
            </w:r>
            <w:r w:rsidR="005529BE">
              <w:t xml:space="preserve">seed </w:t>
            </w:r>
            <w:r w:rsidRPr="00E15D8C">
              <w:t>sample</w:t>
            </w:r>
            <w:r w:rsidR="005529BE">
              <w:t xml:space="preserve"> according to workplace and laboratory procedures</w:t>
            </w:r>
          </w:p>
          <w:p w14:paraId="209E50BD" w14:textId="292EA3C2" w:rsidR="005529BE" w:rsidRDefault="00CB33CF" w:rsidP="00E15D8C">
            <w:r>
              <w:t>1.5</w:t>
            </w:r>
            <w:r w:rsidR="005529BE">
              <w:t xml:space="preserve"> </w:t>
            </w:r>
            <w:r w:rsidR="00E0319C">
              <w:t>Store and m</w:t>
            </w:r>
            <w:r w:rsidR="005529BE">
              <w:t xml:space="preserve">aintain condition and quality of seed samples for testing </w:t>
            </w:r>
            <w:r w:rsidR="00E0319C">
              <w:t>according to seed species, workplace procedures and industry standards</w:t>
            </w:r>
          </w:p>
          <w:p w14:paraId="14648B06" w14:textId="46D59DDD" w:rsidR="005529BE" w:rsidRDefault="005529BE" w:rsidP="00E15D8C">
            <w:r>
              <w:t>1.</w:t>
            </w:r>
            <w:r w:rsidR="00CB33CF">
              <w:t>6</w:t>
            </w:r>
            <w:r>
              <w:t xml:space="preserve"> Implement procedures to prevent contamination of submitted sample and working sample</w:t>
            </w:r>
            <w:r w:rsidR="00CB33CF">
              <w:t>s</w:t>
            </w:r>
          </w:p>
          <w:p w14:paraId="1696B99B" w14:textId="3A1F1F93" w:rsidR="00E15D8C" w:rsidRPr="00E15D8C" w:rsidRDefault="00CB33CF">
            <w:r>
              <w:t>1.7 Label and record working samples according to workplace and industry standards</w:t>
            </w:r>
            <w:r w:rsidR="00A11EEE">
              <w:t xml:space="preserve"> for traceability</w:t>
            </w:r>
          </w:p>
        </w:tc>
      </w:tr>
      <w:tr w:rsidR="0076166D" w:rsidRPr="00963A46" w14:paraId="186EA902" w14:textId="77777777" w:rsidTr="00CA2922">
        <w:trPr>
          <w:cantSplit/>
        </w:trPr>
        <w:tc>
          <w:tcPr>
            <w:tcW w:w="1396" w:type="pct"/>
            <w:shd w:val="clear" w:color="auto" w:fill="auto"/>
          </w:tcPr>
          <w:p w14:paraId="41E612E9" w14:textId="1E51B9FE" w:rsidR="0076166D" w:rsidRPr="00E15D8C" w:rsidRDefault="00A11EEE" w:rsidP="0066730A">
            <w:pPr>
              <w:pStyle w:val="SIText"/>
            </w:pPr>
            <w:r>
              <w:t xml:space="preserve">2. </w:t>
            </w:r>
            <w:r w:rsidR="0076166D">
              <w:t>Prepare equipment for seed tests</w:t>
            </w:r>
          </w:p>
        </w:tc>
        <w:tc>
          <w:tcPr>
            <w:tcW w:w="3604" w:type="pct"/>
            <w:shd w:val="clear" w:color="auto" w:fill="auto"/>
          </w:tcPr>
          <w:p w14:paraId="133322F2" w14:textId="69F62E43" w:rsidR="005529BE" w:rsidRDefault="00CB33CF" w:rsidP="005529BE">
            <w:r>
              <w:t>2.1</w:t>
            </w:r>
            <w:r w:rsidR="005529BE" w:rsidRPr="005529BE">
              <w:t xml:space="preserve"> Select </w:t>
            </w:r>
            <w:r>
              <w:t xml:space="preserve">number of </w:t>
            </w:r>
            <w:r w:rsidR="005529BE" w:rsidRPr="005529BE">
              <w:t>replicates</w:t>
            </w:r>
            <w:r>
              <w:t xml:space="preserve"> for seed test</w:t>
            </w:r>
            <w:r w:rsidR="005529BE" w:rsidRPr="005529BE">
              <w:t xml:space="preserve"> according to specified test procedure</w:t>
            </w:r>
            <w:r>
              <w:t xml:space="preserve"> and work instructions</w:t>
            </w:r>
          </w:p>
          <w:p w14:paraId="04CA778E" w14:textId="6CD05BE5" w:rsidR="005529BE" w:rsidRDefault="00CB33CF" w:rsidP="005529BE">
            <w:r>
              <w:t>2.2</w:t>
            </w:r>
            <w:r w:rsidR="005529BE" w:rsidRPr="00E15D8C">
              <w:t xml:space="preserve"> Prepare the required number of replicates </w:t>
            </w:r>
            <w:r>
              <w:t>according to specific test procedures and industry standards</w:t>
            </w:r>
          </w:p>
          <w:p w14:paraId="0D3B34E3" w14:textId="2ECA3E07" w:rsidR="005C1A3C" w:rsidRPr="005529BE" w:rsidRDefault="005C1A3C" w:rsidP="005529BE">
            <w:r>
              <w:t>2.3 Label and store replicates according to workplace procedures and industry standards</w:t>
            </w:r>
          </w:p>
          <w:p w14:paraId="37FF81C2" w14:textId="499E2E29" w:rsidR="0076166D" w:rsidRDefault="00CB33CF">
            <w:r>
              <w:t>2.3</w:t>
            </w:r>
            <w:r w:rsidR="005529BE" w:rsidRPr="00E15D8C">
              <w:t xml:space="preserve"> </w:t>
            </w:r>
            <w:r>
              <w:t xml:space="preserve">Compile and prepare </w:t>
            </w:r>
            <w:r w:rsidR="005529BE" w:rsidRPr="005529BE">
              <w:t xml:space="preserve">materials </w:t>
            </w:r>
            <w:r>
              <w:t xml:space="preserve">required </w:t>
            </w:r>
            <w:r w:rsidR="005C1A3C">
              <w:t>according to</w:t>
            </w:r>
            <w:r>
              <w:t xml:space="preserve"> specified seed test procedures</w:t>
            </w:r>
          </w:p>
          <w:p w14:paraId="6553CD0E" w14:textId="2D00EE5B" w:rsidR="005C1A3C" w:rsidRDefault="00CB33CF">
            <w:r>
              <w:t>2.4 Select, clean</w:t>
            </w:r>
            <w:r w:rsidR="005C1A3C">
              <w:t>, check</w:t>
            </w:r>
            <w:r>
              <w:t xml:space="preserve"> and calibrate test equipment according to manufacturer </w:t>
            </w:r>
            <w:r w:rsidR="005C1A3C">
              <w:t>instructions</w:t>
            </w:r>
            <w:r>
              <w:t xml:space="preserve"> and seed test </w:t>
            </w:r>
            <w:r w:rsidR="005C1A3C">
              <w:t>specifications</w:t>
            </w:r>
          </w:p>
          <w:p w14:paraId="2DA984D3" w14:textId="759C61C8" w:rsidR="005C1A3C" w:rsidRDefault="005C1A3C">
            <w:r>
              <w:t>2.5 Report faulty equipment according to workplace procedures</w:t>
            </w:r>
          </w:p>
          <w:p w14:paraId="7A56934D" w14:textId="77777777" w:rsidR="005C1A3C" w:rsidRDefault="005C1A3C">
            <w:r>
              <w:t>2.6 Update records of equipment faults, repairs and calibration</w:t>
            </w:r>
          </w:p>
          <w:p w14:paraId="3270475E" w14:textId="2B118F31" w:rsidR="006207EB" w:rsidRPr="00E15D8C" w:rsidRDefault="006207EB">
            <w:r>
              <w:t>2.7 Identify health and safety hazards, assess risk and implement controls according to workplace procedures</w:t>
            </w:r>
          </w:p>
        </w:tc>
      </w:tr>
      <w:tr w:rsidR="00E15D8C" w:rsidRPr="00963A46" w14:paraId="6D79A7FA" w14:textId="77777777" w:rsidTr="00CA2922">
        <w:trPr>
          <w:cantSplit/>
        </w:trPr>
        <w:tc>
          <w:tcPr>
            <w:tcW w:w="1396" w:type="pct"/>
            <w:shd w:val="clear" w:color="auto" w:fill="auto"/>
          </w:tcPr>
          <w:p w14:paraId="56B4064B" w14:textId="61719095" w:rsidR="00E15D8C" w:rsidRPr="00E15D8C" w:rsidRDefault="00A11EEE">
            <w:pPr>
              <w:pStyle w:val="SIText"/>
            </w:pPr>
            <w:r>
              <w:lastRenderedPageBreak/>
              <w:t>3</w:t>
            </w:r>
            <w:r w:rsidR="00E15D8C" w:rsidRPr="00E15D8C">
              <w:t xml:space="preserve">. </w:t>
            </w:r>
            <w:r w:rsidR="0076166D">
              <w:t xml:space="preserve">Conduct seed tests </w:t>
            </w:r>
          </w:p>
        </w:tc>
        <w:tc>
          <w:tcPr>
            <w:tcW w:w="3604" w:type="pct"/>
            <w:shd w:val="clear" w:color="auto" w:fill="auto"/>
          </w:tcPr>
          <w:p w14:paraId="67058C06" w14:textId="5CC489E1" w:rsidR="00A11EEE" w:rsidRDefault="00A11EEE" w:rsidP="00E15D8C">
            <w:r>
              <w:t>3.</w:t>
            </w:r>
            <w:r w:rsidR="00E15D8C" w:rsidRPr="00E15D8C">
              <w:t xml:space="preserve">1 </w:t>
            </w:r>
            <w:r>
              <w:t xml:space="preserve">Measure </w:t>
            </w:r>
            <w:r w:rsidR="005C1A3C">
              <w:t xml:space="preserve">quantities </w:t>
            </w:r>
            <w:r>
              <w:t>of seed required for each test replicate according to test procedures</w:t>
            </w:r>
          </w:p>
          <w:p w14:paraId="128B0DE8" w14:textId="7AEA7033" w:rsidR="00E15D8C" w:rsidRPr="00E15D8C" w:rsidRDefault="00A11EEE" w:rsidP="00E15D8C">
            <w:r>
              <w:t>3.2 Pre-treat or condition seed replicates ready for testing according to test procedures</w:t>
            </w:r>
          </w:p>
          <w:p w14:paraId="7BA13493" w14:textId="283B41AF" w:rsidR="00E15D8C" w:rsidRDefault="00A11EEE" w:rsidP="00E15D8C">
            <w:r>
              <w:t>3.3 Conduct seed test according to seed test procedures and industry standards</w:t>
            </w:r>
          </w:p>
          <w:p w14:paraId="30C95FD4" w14:textId="0453B1D7" w:rsidR="005C1A3C" w:rsidRDefault="00A11EEE" w:rsidP="00E15D8C">
            <w:r>
              <w:t xml:space="preserve">3.4 Maintain conditions to maintain quality and prevent contamination of </w:t>
            </w:r>
            <w:r w:rsidR="005C1A3C">
              <w:t>replicates</w:t>
            </w:r>
            <w:r>
              <w:t xml:space="preserve"> during testing process</w:t>
            </w:r>
          </w:p>
          <w:p w14:paraId="6BB72E57" w14:textId="305A4435" w:rsidR="00E15D8C" w:rsidRPr="00E15D8C" w:rsidRDefault="00606AA8" w:rsidP="00E15D8C">
            <w:pPr>
              <w:pStyle w:val="SIText"/>
            </w:pPr>
            <w:r>
              <w:t>3.5</w:t>
            </w:r>
            <w:r w:rsidR="005C1A3C">
              <w:t xml:space="preserve"> </w:t>
            </w:r>
            <w:r w:rsidR="005C1A3C" w:rsidRPr="005C1A3C">
              <w:t>Update labelling</w:t>
            </w:r>
            <w:r>
              <w:t xml:space="preserve"> of replicates</w:t>
            </w:r>
            <w:r w:rsidR="005C1A3C" w:rsidRPr="005C1A3C">
              <w:t xml:space="preserve"> </w:t>
            </w:r>
            <w:r>
              <w:t xml:space="preserve">and records </w:t>
            </w:r>
            <w:r w:rsidR="005C1A3C" w:rsidRPr="005C1A3C">
              <w:t>according to workplace and industry standards for traceability</w:t>
            </w:r>
            <w:r w:rsidR="005C1A3C" w:rsidRPr="005C1A3C" w:rsidDel="00A11EEE">
              <w:t xml:space="preserve"> </w:t>
            </w:r>
          </w:p>
        </w:tc>
      </w:tr>
      <w:tr w:rsidR="00FB27F2" w:rsidRPr="00963A46" w14:paraId="02B17472" w14:textId="77777777" w:rsidTr="00CA2922">
        <w:trPr>
          <w:cantSplit/>
        </w:trPr>
        <w:tc>
          <w:tcPr>
            <w:tcW w:w="1396" w:type="pct"/>
            <w:shd w:val="clear" w:color="auto" w:fill="auto"/>
          </w:tcPr>
          <w:p w14:paraId="16722508" w14:textId="15CFB62C" w:rsidR="00FB27F2" w:rsidRDefault="00FB27F2" w:rsidP="002618DC">
            <w:pPr>
              <w:pStyle w:val="SIText"/>
            </w:pPr>
            <w:r>
              <w:t xml:space="preserve">4. </w:t>
            </w:r>
            <w:r w:rsidR="005067E2">
              <w:t xml:space="preserve">Examine </w:t>
            </w:r>
            <w:r w:rsidR="002618DC">
              <w:t xml:space="preserve">and assess </w:t>
            </w:r>
            <w:r w:rsidR="005067E2">
              <w:t>test</w:t>
            </w:r>
            <w:r w:rsidR="002618DC">
              <w:t>ed seed</w:t>
            </w:r>
            <w:r w:rsidR="005067E2">
              <w:t xml:space="preserve"> </w:t>
            </w:r>
          </w:p>
        </w:tc>
        <w:tc>
          <w:tcPr>
            <w:tcW w:w="3604" w:type="pct"/>
            <w:shd w:val="clear" w:color="auto" w:fill="auto"/>
          </w:tcPr>
          <w:p w14:paraId="0AEFD4A3" w14:textId="3208B2A1" w:rsidR="00606AA8" w:rsidRDefault="00606AA8" w:rsidP="00FB27F2">
            <w:r>
              <w:t>4.1 Identify endpoint of test and prepare replicate</w:t>
            </w:r>
            <w:r w:rsidR="0056018E">
              <w:t>s</w:t>
            </w:r>
            <w:r>
              <w:t xml:space="preserve"> for assessment</w:t>
            </w:r>
            <w:r w:rsidR="0056018E">
              <w:t xml:space="preserve"> according to testing procedures</w:t>
            </w:r>
          </w:p>
          <w:p w14:paraId="75F4F1FF" w14:textId="456DC7F5" w:rsidR="005067E2" w:rsidRDefault="00606AA8" w:rsidP="00FB27F2">
            <w:r>
              <w:t xml:space="preserve">4.2 </w:t>
            </w:r>
            <w:r w:rsidR="005067E2">
              <w:t xml:space="preserve">Examine each replicate and record observations </w:t>
            </w:r>
          </w:p>
          <w:p w14:paraId="1CB9F141" w14:textId="1F9CCB10" w:rsidR="00606AA8" w:rsidRDefault="005067E2" w:rsidP="00FB27F2">
            <w:r>
              <w:t>4.3 Assess observations against standards specified in workplace and industry procedures</w:t>
            </w:r>
          </w:p>
          <w:p w14:paraId="34036E76" w14:textId="159EF889" w:rsidR="00FB27F2" w:rsidRDefault="00606AA8" w:rsidP="006263F3">
            <w:r>
              <w:t>4.</w:t>
            </w:r>
            <w:r w:rsidR="005067E2">
              <w:t>4</w:t>
            </w:r>
            <w:r>
              <w:t xml:space="preserve"> </w:t>
            </w:r>
            <w:r w:rsidR="00FB27F2" w:rsidRPr="00FB27F2">
              <w:t xml:space="preserve">Record </w:t>
            </w:r>
            <w:r w:rsidR="005067E2">
              <w:t>observations and test</w:t>
            </w:r>
            <w:r w:rsidR="005067E2" w:rsidRPr="00FB27F2">
              <w:t xml:space="preserve"> </w:t>
            </w:r>
            <w:r w:rsidR="00FB27F2" w:rsidRPr="00FB27F2">
              <w:t>results</w:t>
            </w:r>
            <w:r w:rsidR="005067E2">
              <w:t xml:space="preserve"> according to workplace and industry procedures</w:t>
            </w:r>
          </w:p>
        </w:tc>
      </w:tr>
      <w:tr w:rsidR="00A32832" w:rsidRPr="00963A46" w14:paraId="69554E50" w14:textId="77777777" w:rsidTr="00CA2922">
        <w:trPr>
          <w:cantSplit/>
        </w:trPr>
        <w:tc>
          <w:tcPr>
            <w:tcW w:w="1396" w:type="pct"/>
            <w:shd w:val="clear" w:color="auto" w:fill="auto"/>
          </w:tcPr>
          <w:p w14:paraId="43D19C08" w14:textId="349AC77D" w:rsidR="00A32832" w:rsidRDefault="00A32832" w:rsidP="006263F3">
            <w:pPr>
              <w:pStyle w:val="SIText"/>
            </w:pPr>
            <w:r>
              <w:t>5. Prepare and report test results</w:t>
            </w:r>
          </w:p>
        </w:tc>
        <w:tc>
          <w:tcPr>
            <w:tcW w:w="3604" w:type="pct"/>
            <w:shd w:val="clear" w:color="auto" w:fill="auto"/>
          </w:tcPr>
          <w:p w14:paraId="0EF7609D" w14:textId="3AA531BF" w:rsidR="00A32832" w:rsidRDefault="00A32832" w:rsidP="00A32832">
            <w:r>
              <w:t>5</w:t>
            </w:r>
            <w:r w:rsidRPr="00A32832">
              <w:t>.1 Calculate test results according to workplace procedures</w:t>
            </w:r>
            <w:r>
              <w:t xml:space="preserve"> and industry standards</w:t>
            </w:r>
          </w:p>
          <w:p w14:paraId="44E599B7" w14:textId="317B6B0E" w:rsidR="00A32832" w:rsidRDefault="00A32832" w:rsidP="00A32832">
            <w:r>
              <w:t>5.2 Compile and document test results</w:t>
            </w:r>
          </w:p>
          <w:p w14:paraId="49D7025D" w14:textId="5293CE94" w:rsidR="00A32832" w:rsidRDefault="00A32832" w:rsidP="00A32832">
            <w:r>
              <w:t>5.3 Assess test results against standards and report results according to workplace procedures</w:t>
            </w:r>
          </w:p>
          <w:p w14:paraId="5B5BBC57" w14:textId="741940E4" w:rsidR="00A32832" w:rsidRDefault="00A32832" w:rsidP="006263F3">
            <w:r>
              <w:t xml:space="preserve">5.4 </w:t>
            </w:r>
            <w:r w:rsidRPr="00A32832">
              <w:t>Update records according to workplace and industry standards for traceability</w:t>
            </w:r>
          </w:p>
        </w:tc>
      </w:tr>
      <w:tr w:rsidR="00E15D8C" w:rsidRPr="00963A46" w14:paraId="37FB423D" w14:textId="77777777" w:rsidTr="00CA2922">
        <w:trPr>
          <w:cantSplit/>
        </w:trPr>
        <w:tc>
          <w:tcPr>
            <w:tcW w:w="1396" w:type="pct"/>
            <w:shd w:val="clear" w:color="auto" w:fill="auto"/>
          </w:tcPr>
          <w:p w14:paraId="274413CE" w14:textId="474E8178" w:rsidR="00E15D8C" w:rsidRPr="00E15D8C" w:rsidRDefault="00A32832" w:rsidP="006263F3">
            <w:pPr>
              <w:pStyle w:val="SIText"/>
            </w:pPr>
            <w:r>
              <w:t>6</w:t>
            </w:r>
            <w:r w:rsidR="00E15D8C" w:rsidRPr="00E15D8C">
              <w:t xml:space="preserve">. </w:t>
            </w:r>
            <w:r>
              <w:t xml:space="preserve">Finalise testing procedures </w:t>
            </w:r>
          </w:p>
        </w:tc>
        <w:tc>
          <w:tcPr>
            <w:tcW w:w="3604" w:type="pct"/>
            <w:shd w:val="clear" w:color="auto" w:fill="auto"/>
          </w:tcPr>
          <w:p w14:paraId="641750A8" w14:textId="79DBA06A" w:rsidR="00E15D8C" w:rsidRPr="00E15D8C" w:rsidRDefault="0097296F" w:rsidP="00E15D8C">
            <w:r>
              <w:t>6</w:t>
            </w:r>
            <w:r w:rsidR="00A32832">
              <w:t xml:space="preserve">.1 </w:t>
            </w:r>
            <w:r w:rsidR="00A32832" w:rsidRPr="00A32832">
              <w:t>Dispose of replicates and waste according to testing protocols and workplace waste and biosecurity procedures</w:t>
            </w:r>
          </w:p>
          <w:p w14:paraId="79B88CB7" w14:textId="701C195D" w:rsidR="00E15D8C" w:rsidRPr="00E15D8C" w:rsidRDefault="0097296F" w:rsidP="006263F3">
            <w:r>
              <w:t>6</w:t>
            </w:r>
            <w:r w:rsidR="00A32832">
              <w:t xml:space="preserve">.2 </w:t>
            </w:r>
            <w:r w:rsidR="00E15D8C" w:rsidRPr="00E15D8C">
              <w:t xml:space="preserve">Clean and store </w:t>
            </w:r>
            <w:r w:rsidR="00A32832">
              <w:t xml:space="preserve">test </w:t>
            </w:r>
            <w:r w:rsidR="00E15D8C" w:rsidRPr="00E15D8C">
              <w:t>equipment</w:t>
            </w:r>
            <w:r w:rsidR="00A32832">
              <w:t xml:space="preserve"> according to workplace procedures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bookmarkStart w:id="2" w:name="_GoBack"/>
            <w:r w:rsidR="00FD557D" w:rsidRPr="00041E59">
              <w:t>F</w:t>
            </w:r>
            <w:r w:rsidR="00FD557D" w:rsidRPr="000754EC">
              <w:t>oundation Skills</w:t>
            </w:r>
            <w:bookmarkEnd w:id="2"/>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5745D" w:rsidRPr="00336FCA" w:rsidDel="00423CB2" w14:paraId="1CF24FD6" w14:textId="77777777" w:rsidTr="00CA2922">
        <w:tc>
          <w:tcPr>
            <w:tcW w:w="1396" w:type="pct"/>
          </w:tcPr>
          <w:p w14:paraId="6D88B952" w14:textId="5AF3DA02" w:rsidR="0015745D" w:rsidRPr="0015745D" w:rsidRDefault="0015745D" w:rsidP="0015745D">
            <w:pPr>
              <w:pStyle w:val="SIText"/>
              <w:rPr>
                <w:rStyle w:val="SITemporaryText-red"/>
              </w:rPr>
            </w:pPr>
            <w:r w:rsidRPr="0015745D">
              <w:t>Reading</w:t>
            </w:r>
          </w:p>
        </w:tc>
        <w:tc>
          <w:tcPr>
            <w:tcW w:w="3604" w:type="pct"/>
          </w:tcPr>
          <w:p w14:paraId="1B7CC730" w14:textId="4BE2CBAF" w:rsidR="0015745D" w:rsidRPr="0015745D" w:rsidRDefault="0015745D" w:rsidP="0015745D">
            <w:pPr>
              <w:pStyle w:val="SIBulletList1"/>
              <w:rPr>
                <w:rStyle w:val="SITemporaryText-red"/>
              </w:rPr>
            </w:pPr>
          </w:p>
        </w:tc>
      </w:tr>
      <w:tr w:rsidR="0015745D" w:rsidRPr="00336FCA" w:rsidDel="00423CB2" w14:paraId="1D3AF5EE" w14:textId="77777777" w:rsidTr="00CA2922">
        <w:tc>
          <w:tcPr>
            <w:tcW w:w="1396" w:type="pct"/>
          </w:tcPr>
          <w:p w14:paraId="16ED7E97" w14:textId="56ACE2AC" w:rsidR="0015745D" w:rsidRPr="0015745D" w:rsidRDefault="0015745D" w:rsidP="0015745D">
            <w:pPr>
              <w:pStyle w:val="SIText"/>
              <w:rPr>
                <w:rStyle w:val="SITemporaryText-red"/>
              </w:rPr>
            </w:pPr>
            <w:r w:rsidRPr="0015745D">
              <w:t xml:space="preserve">Writing </w:t>
            </w:r>
          </w:p>
        </w:tc>
        <w:tc>
          <w:tcPr>
            <w:tcW w:w="3604" w:type="pct"/>
          </w:tcPr>
          <w:p w14:paraId="0F32718D" w14:textId="03A3C661" w:rsidR="0015745D" w:rsidRPr="0015745D" w:rsidRDefault="0015745D" w:rsidP="0015745D">
            <w:pPr>
              <w:pStyle w:val="SIBulletList1"/>
              <w:rPr>
                <w:rStyle w:val="SITemporaryText-red"/>
                <w:rFonts w:eastAsia="Calibri"/>
              </w:rPr>
            </w:pPr>
          </w:p>
        </w:tc>
      </w:tr>
      <w:tr w:rsidR="0015745D" w:rsidRPr="00336FCA" w:rsidDel="00423CB2" w14:paraId="03BB9C6A" w14:textId="77777777" w:rsidTr="00CA2922">
        <w:tc>
          <w:tcPr>
            <w:tcW w:w="1396" w:type="pct"/>
          </w:tcPr>
          <w:p w14:paraId="79F97EC7" w14:textId="7CAB4C4E" w:rsidR="0015745D" w:rsidRPr="0015745D" w:rsidRDefault="0015745D" w:rsidP="0015745D">
            <w:pPr>
              <w:pStyle w:val="SIText"/>
              <w:rPr>
                <w:rStyle w:val="SITemporaryText-red"/>
              </w:rPr>
            </w:pPr>
            <w:r w:rsidRPr="0015745D">
              <w:t>Oral Communication</w:t>
            </w:r>
          </w:p>
        </w:tc>
        <w:tc>
          <w:tcPr>
            <w:tcW w:w="3604" w:type="pct"/>
          </w:tcPr>
          <w:p w14:paraId="4DAD12EB" w14:textId="2B529631" w:rsidR="0015745D" w:rsidRPr="0015745D" w:rsidRDefault="0015745D" w:rsidP="0015745D">
            <w:pPr>
              <w:pStyle w:val="SIBulletList1"/>
              <w:rPr>
                <w:rStyle w:val="SITemporaryText-red"/>
                <w:rFonts w:eastAsia="Calibri"/>
              </w:rPr>
            </w:pPr>
          </w:p>
        </w:tc>
      </w:tr>
      <w:tr w:rsidR="0015745D" w:rsidRPr="00336FCA" w:rsidDel="00423CB2" w14:paraId="2625E66F" w14:textId="77777777" w:rsidTr="00CA2922">
        <w:tc>
          <w:tcPr>
            <w:tcW w:w="1396" w:type="pct"/>
          </w:tcPr>
          <w:p w14:paraId="4DED15DB" w14:textId="1BABEAC5" w:rsidR="0015745D" w:rsidRPr="0015745D" w:rsidRDefault="0015745D" w:rsidP="0015745D">
            <w:pPr>
              <w:pStyle w:val="SIText"/>
              <w:rPr>
                <w:rStyle w:val="SITemporaryText-red"/>
              </w:rPr>
            </w:pPr>
            <w:r w:rsidRPr="0015745D">
              <w:t>Numeracy</w:t>
            </w:r>
          </w:p>
        </w:tc>
        <w:tc>
          <w:tcPr>
            <w:tcW w:w="3604" w:type="pct"/>
          </w:tcPr>
          <w:p w14:paraId="1B6C55D7" w14:textId="77777777" w:rsidR="0015745D" w:rsidRPr="0015745D" w:rsidRDefault="0015745D" w:rsidP="0015745D">
            <w:pPr>
              <w:pStyle w:val="SIBulletList1"/>
              <w:rPr>
                <w:rStyle w:val="SITemporaryText-red"/>
                <w:rFonts w:eastAsia="Calibri"/>
              </w:rPr>
            </w:pP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6263F3" w14:paraId="7EFB7203" w14:textId="77777777" w:rsidTr="00F33FF2">
        <w:tc>
          <w:tcPr>
            <w:tcW w:w="1028" w:type="pct"/>
          </w:tcPr>
          <w:p w14:paraId="6B803FA7" w14:textId="55AD502A" w:rsidR="0015745D" w:rsidRPr="006263F3" w:rsidRDefault="006165D6" w:rsidP="006263F3">
            <w:pPr>
              <w:pStyle w:val="SIText"/>
            </w:pPr>
            <w:r w:rsidRPr="006263F3">
              <w:t>AHCSDT3XX Perform tests for quality on seeds</w:t>
            </w:r>
          </w:p>
        </w:tc>
        <w:tc>
          <w:tcPr>
            <w:tcW w:w="1105" w:type="pct"/>
          </w:tcPr>
          <w:p w14:paraId="3216D365" w14:textId="0174AADF" w:rsidR="0015745D" w:rsidRPr="006263F3" w:rsidRDefault="00F3243C" w:rsidP="006263F3">
            <w:pPr>
              <w:pStyle w:val="SIText"/>
            </w:pPr>
            <w:r w:rsidRPr="006263F3">
              <w:t>Not applicable</w:t>
            </w:r>
          </w:p>
        </w:tc>
        <w:tc>
          <w:tcPr>
            <w:tcW w:w="1251" w:type="pct"/>
          </w:tcPr>
          <w:p w14:paraId="5A79A760" w14:textId="2524EA2E" w:rsidR="00DA54B5" w:rsidRPr="006263F3" w:rsidRDefault="00F17E27" w:rsidP="006263F3">
            <w:pPr>
              <w:pStyle w:val="SIText"/>
            </w:pPr>
            <w:r>
              <w:t>A n</w:t>
            </w:r>
            <w:r w:rsidR="000B529A" w:rsidRPr="006263F3">
              <w:t>ew unit to replace the</w:t>
            </w:r>
            <w:r>
              <w:t xml:space="preserve"> combined suite of the</w:t>
            </w:r>
            <w:r w:rsidR="000B529A" w:rsidRPr="006263F3">
              <w:t xml:space="preserve"> following units:</w:t>
            </w:r>
          </w:p>
          <w:p w14:paraId="30B8888F" w14:textId="12A6F48C" w:rsidR="000B529A" w:rsidRPr="006263F3" w:rsidRDefault="000B529A" w:rsidP="006263F3">
            <w:pPr>
              <w:pStyle w:val="SIText"/>
            </w:pPr>
            <w:r w:rsidRPr="006263F3">
              <w:t xml:space="preserve">AHCSDT303 Perform a fluorescence test on seeds, AHCSDT304 Perform a seed purity analysis, AHCSDT305 Perform a seed moisture test, AHCSDT306 Perform a seed germination test, AHCSDT307 Perform a </w:t>
            </w:r>
            <w:r w:rsidRPr="006263F3">
              <w:lastRenderedPageBreak/>
              <w:t>'Determination of Other Seeds by Number' test</w:t>
            </w:r>
          </w:p>
        </w:tc>
        <w:tc>
          <w:tcPr>
            <w:tcW w:w="1616" w:type="pct"/>
          </w:tcPr>
          <w:p w14:paraId="325B98A3" w14:textId="27EF1D2E" w:rsidR="00DA54B5" w:rsidRPr="006263F3" w:rsidRDefault="000B529A" w:rsidP="006263F3">
            <w:pPr>
              <w:pStyle w:val="SIText"/>
            </w:pPr>
            <w:r w:rsidRPr="006263F3">
              <w:lastRenderedPageBreak/>
              <w:t>Newly created</w:t>
            </w:r>
          </w:p>
        </w:tc>
      </w:tr>
    </w:tbl>
    <w:p w14:paraId="50418B56" w14:textId="05DBD80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33393FA6" w:rsidR="00556C4C" w:rsidRPr="000754EC" w:rsidRDefault="00556C4C" w:rsidP="006263F3">
            <w:pPr>
              <w:pStyle w:val="SIUnittitle"/>
            </w:pPr>
            <w:r w:rsidRPr="00F56827">
              <w:t xml:space="preserve">Assessment requirements for </w:t>
            </w:r>
            <w:r w:rsidR="00E0379D" w:rsidRPr="00E0379D">
              <w:t>AHCSDT3XX Perform tests for quality on seeds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6263F3" w14:paraId="35611450" w14:textId="77777777" w:rsidTr="00113678">
        <w:tc>
          <w:tcPr>
            <w:tcW w:w="5000" w:type="pct"/>
            <w:gridSpan w:val="2"/>
            <w:shd w:val="clear" w:color="auto" w:fill="auto"/>
          </w:tcPr>
          <w:p w14:paraId="7C08B0F8" w14:textId="0532D349" w:rsidR="00E15D8C" w:rsidRPr="006263F3" w:rsidRDefault="00DA54B5" w:rsidP="006263F3">
            <w:pPr>
              <w:pStyle w:val="SIText"/>
            </w:pPr>
            <w:r w:rsidRPr="006263F3">
              <w:t xml:space="preserve">An individual demonstrating competency must satisfy </w:t>
            </w:r>
            <w:proofErr w:type="gramStart"/>
            <w:r w:rsidRPr="006263F3">
              <w:t>all of</w:t>
            </w:r>
            <w:proofErr w:type="gramEnd"/>
            <w:r w:rsidRPr="006263F3">
              <w:t xml:space="preserve"> the elements and performance criteria in this unit. </w:t>
            </w:r>
          </w:p>
          <w:p w14:paraId="747A1499" w14:textId="364B9B59" w:rsidR="00E15D8C" w:rsidRPr="006263F3" w:rsidRDefault="00273AA3" w:rsidP="006263F3">
            <w:pPr>
              <w:pStyle w:val="SIText"/>
            </w:pPr>
            <w:r w:rsidRPr="006263F3">
              <w:t xml:space="preserve">There must be evidence that the individual has </w:t>
            </w:r>
            <w:r w:rsidR="00C16EA9" w:rsidRPr="006263F3">
              <w:t>performed the following tests on seeds:</w:t>
            </w:r>
          </w:p>
          <w:p w14:paraId="7AB453BB" w14:textId="1ECAA9C8" w:rsidR="00556C4C" w:rsidRPr="006263F3" w:rsidRDefault="00EC7335" w:rsidP="006263F3">
            <w:pPr>
              <w:pStyle w:val="SIBulletList1"/>
            </w:pPr>
            <w:r w:rsidRPr="006263F3">
              <w:t>seed purity</w:t>
            </w:r>
          </w:p>
          <w:p w14:paraId="74156054" w14:textId="77777777" w:rsidR="00EC7335" w:rsidRPr="006263F3" w:rsidRDefault="00EC7335" w:rsidP="006263F3">
            <w:pPr>
              <w:pStyle w:val="SIBulletList1"/>
            </w:pPr>
            <w:r w:rsidRPr="006263F3">
              <w:t>germination</w:t>
            </w:r>
          </w:p>
          <w:p w14:paraId="2317FA1E" w14:textId="77777777" w:rsidR="00EC7335" w:rsidRPr="006263F3" w:rsidRDefault="00C16EA9" w:rsidP="006263F3">
            <w:pPr>
              <w:pStyle w:val="SIBulletList1"/>
            </w:pPr>
            <w:r w:rsidRPr="006263F3">
              <w:t>fluorescence test on seeds</w:t>
            </w:r>
          </w:p>
          <w:p w14:paraId="0FFCE678" w14:textId="77777777" w:rsidR="00C16EA9" w:rsidRPr="006263F3" w:rsidRDefault="00C16EA9" w:rsidP="006263F3">
            <w:pPr>
              <w:pStyle w:val="SIBulletList1"/>
            </w:pPr>
            <w:r w:rsidRPr="006263F3">
              <w:t>moisture</w:t>
            </w:r>
          </w:p>
          <w:p w14:paraId="581FDF16" w14:textId="77777777" w:rsidR="00C16EA9" w:rsidRPr="006263F3" w:rsidRDefault="00C16EA9" w:rsidP="006263F3">
            <w:pPr>
              <w:pStyle w:val="SIBulletList1"/>
            </w:pPr>
            <w:r w:rsidRPr="006263F3">
              <w:t>'Determination of Other Seeds by Number' test</w:t>
            </w:r>
          </w:p>
          <w:p w14:paraId="6EB4E338" w14:textId="18156EE0" w:rsidR="00C16EA9" w:rsidRPr="006263F3" w:rsidRDefault="00C16EA9" w:rsidP="006263F3">
            <w:pPr>
              <w:pStyle w:val="SIText"/>
            </w:pPr>
            <w:r w:rsidRPr="006263F3">
              <w:t>There must also be evidence that the individual has:</w:t>
            </w:r>
          </w:p>
          <w:p w14:paraId="29C9C5D0" w14:textId="36DD14A0" w:rsidR="00C16EA9" w:rsidRDefault="00C16EA9" w:rsidP="006263F3">
            <w:pPr>
              <w:pStyle w:val="SIBulletList1"/>
            </w:pPr>
            <w:r>
              <w:t xml:space="preserve">verified </w:t>
            </w:r>
            <w:r w:rsidR="008542D7">
              <w:t xml:space="preserve">compliance of </w:t>
            </w:r>
            <w:r>
              <w:t>seed sample with documentation, including:</w:t>
            </w:r>
          </w:p>
          <w:p w14:paraId="3222DB47" w14:textId="06C9D3A7" w:rsidR="00C16EA9" w:rsidRDefault="00C16EA9" w:rsidP="006263F3">
            <w:pPr>
              <w:pStyle w:val="SIBulletList2"/>
            </w:pPr>
            <w:r>
              <w:t>seed species/variety</w:t>
            </w:r>
          </w:p>
          <w:p w14:paraId="40C44EC6" w14:textId="3FF02A98" w:rsidR="00C16EA9" w:rsidRDefault="00C16EA9" w:rsidP="006263F3">
            <w:pPr>
              <w:pStyle w:val="SIBulletList2"/>
            </w:pPr>
            <w:r>
              <w:t>seed condition as submitted</w:t>
            </w:r>
          </w:p>
          <w:p w14:paraId="565B1AB0" w14:textId="77777777" w:rsidR="00C16EA9" w:rsidRDefault="00C16EA9" w:rsidP="006263F3">
            <w:pPr>
              <w:pStyle w:val="SIBulletList2"/>
            </w:pPr>
            <w:r>
              <w:t>seed condition suitable for testing</w:t>
            </w:r>
          </w:p>
          <w:p w14:paraId="7B9EEF92" w14:textId="6795E8DC" w:rsidR="00C16EA9" w:rsidRDefault="00C16EA9" w:rsidP="006263F3">
            <w:pPr>
              <w:pStyle w:val="SIBulletList1"/>
            </w:pPr>
            <w:r>
              <w:t>prepared and stored working sample and supplied samples to maintain quality and condition</w:t>
            </w:r>
          </w:p>
          <w:p w14:paraId="3458D81C" w14:textId="3C681964" w:rsidR="00C16EA9" w:rsidRDefault="005B2B86" w:rsidP="006263F3">
            <w:pPr>
              <w:pStyle w:val="SIBulletList1"/>
            </w:pPr>
            <w:r>
              <w:t>selected, prepared and used testing equipment and materials to conduct tests</w:t>
            </w:r>
          </w:p>
          <w:p w14:paraId="4F6775D9" w14:textId="00A2EF11" w:rsidR="00C16EA9" w:rsidRDefault="005B2B86" w:rsidP="006263F3">
            <w:pPr>
              <w:pStyle w:val="SIBulletList1"/>
            </w:pPr>
            <w:r>
              <w:t xml:space="preserve">selected, and prepared </w:t>
            </w:r>
            <w:r w:rsidR="009D7D22">
              <w:t>replicates from working samples for testing</w:t>
            </w:r>
          </w:p>
          <w:p w14:paraId="464FF9E6" w14:textId="3BDA5BF6" w:rsidR="009D7D22" w:rsidRDefault="0097296F" w:rsidP="006263F3">
            <w:pPr>
              <w:pStyle w:val="SIBulletList1"/>
            </w:pPr>
            <w:r>
              <w:t>conducted seed tests, examined tested seed, assessed and calculated test results</w:t>
            </w:r>
          </w:p>
          <w:p w14:paraId="0635C664" w14:textId="6EADFA76" w:rsidR="00C16EA9" w:rsidRDefault="00C16EA9" w:rsidP="006263F3">
            <w:pPr>
              <w:pStyle w:val="SIBulletList1"/>
            </w:pPr>
            <w:r>
              <w:t>maintained accurate labelling and records at each stage of the testing process suitable for traceability and according to industry and workplace standards</w:t>
            </w:r>
          </w:p>
          <w:p w14:paraId="41617BB9" w14:textId="4E467AB3" w:rsidR="00C16EA9" w:rsidRPr="006263F3" w:rsidRDefault="0097296F" w:rsidP="006263F3">
            <w:pPr>
              <w:pStyle w:val="SIBulletList1"/>
            </w:pPr>
            <w:r>
              <w:t>cleaned test equipment, laboratory and disposed of waste according to biosecurity and workplace procedures.</w:t>
            </w:r>
          </w:p>
          <w:p w14:paraId="3F4E2EAA" w14:textId="27DCAE03" w:rsidR="00C16EA9" w:rsidRPr="006263F3" w:rsidRDefault="00C16EA9" w:rsidP="006263F3">
            <w:pPr>
              <w:pStyle w:val="SIText"/>
            </w:pP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7266E55F" w14:textId="7B31DDFB" w:rsidR="00E15D8C" w:rsidRPr="00E15D8C" w:rsidRDefault="000972AF" w:rsidP="00E15D8C">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C55B2CB" w14:textId="36AEBBB8" w:rsidR="00E15D8C" w:rsidRDefault="006263F3" w:rsidP="00E15D8C">
            <w:pPr>
              <w:pStyle w:val="SIBulletList1"/>
            </w:pPr>
            <w:r>
              <w:t xml:space="preserve">industry and </w:t>
            </w:r>
            <w:r w:rsidR="00E15D8C" w:rsidRPr="00E15D8C">
              <w:t>enterprise standard operating procedures (SOPs)</w:t>
            </w:r>
            <w:r w:rsidR="008509E9">
              <w:t xml:space="preserve"> for seed tests, including:</w:t>
            </w:r>
          </w:p>
          <w:p w14:paraId="1CCBCDA7" w14:textId="77777777" w:rsidR="008509E9" w:rsidRPr="008509E9" w:rsidRDefault="008509E9" w:rsidP="006263F3">
            <w:pPr>
              <w:pStyle w:val="SIBulletList2"/>
            </w:pPr>
            <w:r w:rsidRPr="008509E9">
              <w:t>seed purity</w:t>
            </w:r>
          </w:p>
          <w:p w14:paraId="519D4AD2" w14:textId="77777777" w:rsidR="008509E9" w:rsidRPr="008509E9" w:rsidRDefault="008509E9" w:rsidP="006263F3">
            <w:pPr>
              <w:pStyle w:val="SIBulletList2"/>
            </w:pPr>
            <w:r w:rsidRPr="008509E9">
              <w:t>germination</w:t>
            </w:r>
          </w:p>
          <w:p w14:paraId="1A4C3B40" w14:textId="77777777" w:rsidR="008509E9" w:rsidRPr="008509E9" w:rsidRDefault="008509E9" w:rsidP="006263F3">
            <w:pPr>
              <w:pStyle w:val="SIBulletList2"/>
            </w:pPr>
            <w:r w:rsidRPr="008509E9">
              <w:t>fluorescence test on seeds</w:t>
            </w:r>
          </w:p>
          <w:p w14:paraId="7989BB5F" w14:textId="77777777" w:rsidR="008509E9" w:rsidRPr="008509E9" w:rsidRDefault="008509E9" w:rsidP="006263F3">
            <w:pPr>
              <w:pStyle w:val="SIBulletList2"/>
            </w:pPr>
            <w:r w:rsidRPr="008509E9">
              <w:t>moisture</w:t>
            </w:r>
          </w:p>
          <w:p w14:paraId="0CCA563A" w14:textId="77777777" w:rsidR="00262A65" w:rsidRDefault="008509E9" w:rsidP="006263F3">
            <w:pPr>
              <w:pStyle w:val="SIBulletList2"/>
            </w:pPr>
            <w:r w:rsidRPr="008509E9">
              <w:t>'Determination of Other Seeds by Number' test</w:t>
            </w:r>
            <w:r w:rsidR="00262A65">
              <w:t xml:space="preserve"> </w:t>
            </w:r>
          </w:p>
          <w:p w14:paraId="33E62366" w14:textId="612AB41D" w:rsidR="008509E9" w:rsidRPr="008509E9" w:rsidRDefault="00262A65" w:rsidP="006263F3">
            <w:pPr>
              <w:pStyle w:val="SIBulletList2"/>
            </w:pPr>
            <w:r w:rsidRPr="00262A65">
              <w:t xml:space="preserve">testing equipment, setup, calibration and operation for </w:t>
            </w:r>
            <w:r>
              <w:t>the different seed tests</w:t>
            </w:r>
          </w:p>
          <w:p w14:paraId="674AC4FB" w14:textId="13535682" w:rsidR="00E15D8C" w:rsidRPr="00E15D8C" w:rsidRDefault="00E15D8C" w:rsidP="00E15D8C">
            <w:pPr>
              <w:pStyle w:val="SIBulletList1"/>
            </w:pPr>
            <w:r w:rsidRPr="00E15D8C">
              <w:t>work health, safety and environment requirements</w:t>
            </w:r>
          </w:p>
          <w:p w14:paraId="3A73CA91" w14:textId="3A29256D" w:rsidR="00E15D8C" w:rsidRPr="00E15D8C" w:rsidRDefault="00E15D8C" w:rsidP="00E15D8C">
            <w:pPr>
              <w:pStyle w:val="SIBulletList1"/>
            </w:pPr>
            <w:r w:rsidRPr="00E15D8C">
              <w:t>seed biology</w:t>
            </w:r>
            <w:r w:rsidR="00262A65">
              <w:t xml:space="preserve"> and relation to seed quality, condition and seed tests</w:t>
            </w:r>
          </w:p>
          <w:p w14:paraId="05BA1B92" w14:textId="77777777" w:rsidR="00F1480E" w:rsidRDefault="00E15D8C" w:rsidP="00E15D8C">
            <w:pPr>
              <w:pStyle w:val="SIBulletList1"/>
            </w:pPr>
            <w:r w:rsidRPr="00E15D8C">
              <w:t>the role of the International Seed Testing Association (ISTA) and the ISTA Rules for Seed Testing</w:t>
            </w:r>
          </w:p>
          <w:p w14:paraId="4FC072F3" w14:textId="60BA6A8D" w:rsidR="005B2B86" w:rsidRDefault="008509E9" w:rsidP="006263F3">
            <w:pPr>
              <w:pStyle w:val="SIBulletList1"/>
            </w:pPr>
            <w:r>
              <w:t>prepari</w:t>
            </w:r>
            <w:r w:rsidR="00262A65">
              <w:t xml:space="preserve">ng statistically representative </w:t>
            </w:r>
            <w:r w:rsidR="005B2B86">
              <w:t>replicates</w:t>
            </w:r>
            <w:r w:rsidR="00262A65">
              <w:t xml:space="preserve"> by </w:t>
            </w:r>
            <w:r w:rsidR="005B2B86">
              <w:t>weight</w:t>
            </w:r>
            <w:r w:rsidR="00262A65">
              <w:t xml:space="preserve"> or </w:t>
            </w:r>
            <w:r w:rsidR="005B2B86">
              <w:t>number of seed</w:t>
            </w:r>
            <w:r w:rsidR="00262A65">
              <w:t xml:space="preserve"> for testing</w:t>
            </w:r>
          </w:p>
          <w:p w14:paraId="3F8337B8" w14:textId="77777777" w:rsidR="00262A65" w:rsidRPr="006263F3" w:rsidRDefault="00055168" w:rsidP="006263F3">
            <w:pPr>
              <w:pStyle w:val="SIBulletList1"/>
            </w:pPr>
            <w:r w:rsidRPr="006263F3">
              <w:t xml:space="preserve">seed sampling </w:t>
            </w:r>
            <w:r w:rsidR="00262A65" w:rsidRPr="006263F3">
              <w:t>methods, including:</w:t>
            </w:r>
          </w:p>
          <w:p w14:paraId="3C68F9D0" w14:textId="59BD5200" w:rsidR="00262A65" w:rsidRPr="006263F3" w:rsidRDefault="00262A65" w:rsidP="006263F3">
            <w:pPr>
              <w:pStyle w:val="SIBulletList2"/>
            </w:pPr>
            <w:r w:rsidRPr="006263F3">
              <w:t>hand samples</w:t>
            </w:r>
          </w:p>
          <w:p w14:paraId="3563D242" w14:textId="77777777" w:rsidR="00262A65" w:rsidRPr="006263F3" w:rsidRDefault="00262A65" w:rsidP="006263F3">
            <w:pPr>
              <w:pStyle w:val="SIBulletList2"/>
            </w:pPr>
            <w:r w:rsidRPr="006263F3">
              <w:t>mechanical samples</w:t>
            </w:r>
          </w:p>
          <w:p w14:paraId="20ABDC5D" w14:textId="721DD28A" w:rsidR="005B2B86" w:rsidRDefault="00055168" w:rsidP="006263F3">
            <w:pPr>
              <w:pStyle w:val="SIBulletList2"/>
            </w:pPr>
            <w:r w:rsidRPr="006263F3">
              <w:t>authorised</w:t>
            </w:r>
            <w:r>
              <w:t xml:space="preserve"> sampler</w:t>
            </w:r>
            <w:r w:rsidR="00262A65">
              <w:t xml:space="preserve"> and seed certification</w:t>
            </w:r>
          </w:p>
          <w:p w14:paraId="30C022BD" w14:textId="5C44619F" w:rsidR="00E77A5C" w:rsidRPr="00E77A5C" w:rsidRDefault="00E77A5C" w:rsidP="00E77A5C">
            <w:pPr>
              <w:pStyle w:val="SIBulletList1"/>
            </w:pPr>
            <w:r w:rsidRPr="00E77A5C">
              <w:tab/>
              <w:t>federal and state agencies overseeing seed movement in Australia and sampling</w:t>
            </w:r>
            <w:r w:rsidR="00262A65">
              <w:t xml:space="preserve"> and testing </w:t>
            </w:r>
            <w:r w:rsidRPr="00E77A5C">
              <w:t>standards, including:</w:t>
            </w:r>
          </w:p>
          <w:p w14:paraId="56016DFF" w14:textId="6F34CABE" w:rsidR="00E77A5C" w:rsidRPr="00E77A5C" w:rsidRDefault="00262A65" w:rsidP="006263F3">
            <w:pPr>
              <w:pStyle w:val="SIBulletList2"/>
            </w:pPr>
            <w:r>
              <w:t>A</w:t>
            </w:r>
            <w:r w:rsidR="00E77A5C" w:rsidRPr="00E77A5C">
              <w:t>ustralian Quarantine and Inspection Service (AQIS)</w:t>
            </w:r>
          </w:p>
          <w:p w14:paraId="0FE5B877" w14:textId="5752DD06" w:rsidR="00E77A5C" w:rsidRPr="00E77A5C" w:rsidRDefault="00E77A5C" w:rsidP="006263F3">
            <w:pPr>
              <w:pStyle w:val="SIBulletList2"/>
            </w:pPr>
            <w:r w:rsidRPr="00E77A5C">
              <w:tab/>
              <w:t>Organisation for Economic Co-operation and Development (OECD)</w:t>
            </w:r>
          </w:p>
          <w:p w14:paraId="7AE26520" w14:textId="20F60EB7" w:rsidR="00E77A5C" w:rsidRPr="00E77A5C" w:rsidRDefault="00E77A5C" w:rsidP="006263F3">
            <w:pPr>
              <w:pStyle w:val="SIBulletList2"/>
            </w:pPr>
            <w:r w:rsidRPr="00E77A5C">
              <w:tab/>
              <w:t>Association of Official Seed Certifying Agencies (AOSCA)</w:t>
            </w:r>
          </w:p>
          <w:p w14:paraId="6C4CC27D" w14:textId="77777777" w:rsidR="00E77A5C" w:rsidRDefault="00E77A5C" w:rsidP="006263F3">
            <w:pPr>
              <w:pStyle w:val="SIBulletList2"/>
            </w:pPr>
            <w:r w:rsidRPr="00E77A5C">
              <w:tab/>
              <w:t>other certification agencies</w:t>
            </w:r>
          </w:p>
          <w:p w14:paraId="7272A089" w14:textId="22A241B1" w:rsidR="00A95339" w:rsidRDefault="00A95339" w:rsidP="00510B6A">
            <w:pPr>
              <w:pStyle w:val="SIBulletList1"/>
            </w:pPr>
            <w:r>
              <w:t xml:space="preserve">assessing seed test results against industry standards and reporting results </w:t>
            </w:r>
          </w:p>
          <w:p w14:paraId="594042BC" w14:textId="1B850ECD" w:rsidR="00262A65" w:rsidRPr="000754EC" w:rsidRDefault="00262A65" w:rsidP="006263F3">
            <w:pPr>
              <w:pStyle w:val="SIBulletList1"/>
            </w:pPr>
            <w:r>
              <w:t>recordkeeping and documentation for traceability and reporting.</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62D0ECC7" w14:textId="033F82E5" w:rsidR="00DA54B5" w:rsidRPr="006263F3" w:rsidRDefault="00DA54B5" w:rsidP="006263F3">
            <w:pPr>
              <w:pStyle w:val="SIText"/>
            </w:pPr>
            <w:r w:rsidRPr="006263F3">
              <w:t xml:space="preserve">Assessment of the skills in this unit of competency must take place under the following conditions: </w:t>
            </w:r>
          </w:p>
          <w:p w14:paraId="04186F1B" w14:textId="19B00608" w:rsidR="00DA54B5" w:rsidRPr="006263F3" w:rsidRDefault="00DA54B5" w:rsidP="006263F3">
            <w:pPr>
              <w:pStyle w:val="SIBulletList1"/>
            </w:pPr>
            <w:r w:rsidRPr="006263F3">
              <w:t>physical conditions:</w:t>
            </w:r>
          </w:p>
          <w:p w14:paraId="386B05FF" w14:textId="65C70862" w:rsidR="00DA54B5" w:rsidRPr="006263F3" w:rsidRDefault="00DA54B5" w:rsidP="006263F3">
            <w:pPr>
              <w:pStyle w:val="SIBulletList2"/>
              <w:rPr>
                <w:rFonts w:eastAsia="Calibri"/>
              </w:rPr>
            </w:pPr>
            <w:r w:rsidRPr="006263F3">
              <w:lastRenderedPageBreak/>
              <w:t xml:space="preserve">skills must be demonstrated in </w:t>
            </w:r>
            <w:r w:rsidR="00CA4F33">
              <w:t xml:space="preserve">seed testing laboratory </w:t>
            </w:r>
            <w:r w:rsidRPr="006263F3">
              <w:t>or an environment that accurately represents workplace conditions</w:t>
            </w:r>
          </w:p>
          <w:p w14:paraId="7CD1E166" w14:textId="5EB595CC" w:rsidR="00DA54B5" w:rsidRPr="006263F3" w:rsidRDefault="00DA54B5" w:rsidP="006263F3">
            <w:pPr>
              <w:pStyle w:val="SIBulletList1"/>
            </w:pPr>
            <w:r w:rsidRPr="006263F3">
              <w:t>resources, equipment and materials:</w:t>
            </w:r>
          </w:p>
          <w:p w14:paraId="1AC0F720" w14:textId="0315B053" w:rsidR="00DA54B5" w:rsidRPr="006263F3" w:rsidRDefault="00CA4F33" w:rsidP="006263F3">
            <w:pPr>
              <w:pStyle w:val="SIBulletList2"/>
              <w:rPr>
                <w:rFonts w:eastAsia="Calibri"/>
              </w:rPr>
            </w:pPr>
            <w:r>
              <w:rPr>
                <w:rFonts w:eastAsia="Calibri"/>
              </w:rPr>
              <w:t>seeds of crops or pasture plants</w:t>
            </w:r>
          </w:p>
          <w:p w14:paraId="77D53DD8" w14:textId="6B70302E" w:rsidR="00DA54B5" w:rsidRPr="006263F3" w:rsidRDefault="007C79E5" w:rsidP="006263F3">
            <w:pPr>
              <w:pStyle w:val="SIBulletList2"/>
              <w:rPr>
                <w:rFonts w:eastAsia="Calibri"/>
              </w:rPr>
            </w:pPr>
            <w:r>
              <w:t>u</w:t>
            </w:r>
            <w:r w:rsidR="00CA4F33">
              <w:t xml:space="preserve">se of </w:t>
            </w:r>
            <w:r w:rsidR="00DA54B5" w:rsidRPr="006263F3">
              <w:t>tools</w:t>
            </w:r>
            <w:r w:rsidR="00CA4F33">
              <w:t xml:space="preserve"> and equipment to perform all the tests specified in the Performance Evidence</w:t>
            </w:r>
          </w:p>
          <w:p w14:paraId="4AB282A7" w14:textId="3308A2A7" w:rsidR="00DA54B5" w:rsidRPr="006263F3" w:rsidRDefault="00DA54B5" w:rsidP="006263F3">
            <w:pPr>
              <w:pStyle w:val="SIBulletList2"/>
              <w:rPr>
                <w:rFonts w:eastAsia="Calibri"/>
              </w:rPr>
            </w:pPr>
            <w:r w:rsidRPr="006263F3">
              <w:t>use of personal protective equipment</w:t>
            </w:r>
          </w:p>
          <w:p w14:paraId="3D4B0BD2" w14:textId="67589554" w:rsidR="00DA54B5" w:rsidRPr="006263F3" w:rsidRDefault="00DA54B5" w:rsidP="006263F3">
            <w:pPr>
              <w:pStyle w:val="SIBulletList1"/>
              <w:rPr>
                <w:rFonts w:eastAsia="Calibri"/>
              </w:rPr>
            </w:pPr>
            <w:r w:rsidRPr="006263F3">
              <w:rPr>
                <w:rFonts w:eastAsia="Calibri"/>
              </w:rPr>
              <w:t>specifications:</w:t>
            </w:r>
          </w:p>
          <w:p w14:paraId="1DDB5B05" w14:textId="25492223" w:rsidR="007C79E5" w:rsidRDefault="00DA54B5" w:rsidP="006263F3">
            <w:pPr>
              <w:pStyle w:val="SIBulletList2"/>
              <w:rPr>
                <w:rFonts w:eastAsia="Calibri"/>
              </w:rPr>
            </w:pPr>
            <w:r w:rsidRPr="006263F3">
              <w:rPr>
                <w:rFonts w:eastAsia="Calibri"/>
              </w:rPr>
              <w:t xml:space="preserve">use of </w:t>
            </w:r>
            <w:r w:rsidR="007C79E5">
              <w:rPr>
                <w:rFonts w:eastAsia="Calibri"/>
              </w:rPr>
              <w:t>sampled seed</w:t>
            </w:r>
            <w:r w:rsidRPr="006263F3">
              <w:rPr>
                <w:rFonts w:eastAsia="Calibri"/>
              </w:rPr>
              <w:t xml:space="preserve"> </w:t>
            </w:r>
            <w:r w:rsidR="007C79E5" w:rsidRPr="006263F3">
              <w:rPr>
                <w:rFonts w:eastAsia="Calibri"/>
              </w:rPr>
              <w:t>document</w:t>
            </w:r>
            <w:r w:rsidR="007C79E5">
              <w:rPr>
                <w:rFonts w:eastAsia="Calibri"/>
              </w:rPr>
              <w:t>ation</w:t>
            </w:r>
          </w:p>
          <w:p w14:paraId="03115840" w14:textId="2B3FFE46" w:rsidR="00DA54B5" w:rsidRPr="006263F3" w:rsidRDefault="007C79E5" w:rsidP="006263F3">
            <w:pPr>
              <w:pStyle w:val="SIBulletList2"/>
              <w:rPr>
                <w:rFonts w:eastAsia="Calibri"/>
              </w:rPr>
            </w:pPr>
            <w:r>
              <w:rPr>
                <w:rFonts w:eastAsia="Calibri"/>
              </w:rPr>
              <w:t xml:space="preserve">use of workplace </w:t>
            </w:r>
            <w:r w:rsidR="00DA54B5" w:rsidRPr="006263F3">
              <w:rPr>
                <w:rFonts w:eastAsia="Calibri"/>
              </w:rPr>
              <w:t>policies, procedures, processes</w:t>
            </w:r>
            <w:r>
              <w:rPr>
                <w:rFonts w:eastAsia="Calibri"/>
              </w:rPr>
              <w:t xml:space="preserve"> and forms for seed testing</w:t>
            </w:r>
          </w:p>
          <w:p w14:paraId="4B734460" w14:textId="3A7162ED" w:rsidR="00DA54B5" w:rsidRPr="006263F3" w:rsidRDefault="00DA54B5" w:rsidP="006263F3">
            <w:pPr>
              <w:pStyle w:val="SIBulletList2"/>
              <w:rPr>
                <w:rFonts w:eastAsia="Calibri"/>
              </w:rPr>
            </w:pPr>
            <w:r w:rsidRPr="006263F3">
              <w:rPr>
                <w:rFonts w:eastAsia="Calibri"/>
              </w:rPr>
              <w:t xml:space="preserve">use of manufacturer operating instructions for </w:t>
            </w:r>
            <w:r w:rsidR="007C79E5">
              <w:rPr>
                <w:rFonts w:eastAsia="Calibri"/>
              </w:rPr>
              <w:t>seed sampling and testing</w:t>
            </w:r>
            <w:r w:rsidR="007C79E5" w:rsidRPr="006263F3">
              <w:rPr>
                <w:rFonts w:eastAsia="Calibri"/>
              </w:rPr>
              <w:t xml:space="preserve"> </w:t>
            </w:r>
            <w:r w:rsidRPr="006263F3">
              <w:rPr>
                <w:rFonts w:eastAsia="Calibri"/>
              </w:rPr>
              <w:t>equipment</w:t>
            </w:r>
          </w:p>
          <w:p w14:paraId="2012E867" w14:textId="5C9DAA23" w:rsidR="00DA54B5" w:rsidRPr="006263F3" w:rsidRDefault="007C79E5" w:rsidP="006263F3">
            <w:pPr>
              <w:pStyle w:val="SIBulletList2"/>
              <w:rPr>
                <w:rFonts w:eastAsia="Calibri"/>
              </w:rPr>
            </w:pPr>
            <w:r>
              <w:rPr>
                <w:rFonts w:eastAsia="Calibri"/>
              </w:rPr>
              <w:t>a</w:t>
            </w:r>
            <w:r w:rsidR="00DA54B5" w:rsidRPr="006263F3">
              <w:rPr>
                <w:rFonts w:eastAsia="Calibri"/>
              </w:rPr>
              <w:t>ccess to specific safety data sheets</w:t>
            </w:r>
            <w:r>
              <w:rPr>
                <w:rFonts w:eastAsia="Calibri"/>
              </w:rPr>
              <w:t xml:space="preserve"> for reagents used in seed testing</w:t>
            </w:r>
          </w:p>
          <w:p w14:paraId="106A7384" w14:textId="7D9B557D" w:rsidR="00DA54B5" w:rsidRPr="006263F3" w:rsidRDefault="00DA54B5" w:rsidP="006263F3">
            <w:pPr>
              <w:pStyle w:val="SIBulletList2"/>
              <w:rPr>
                <w:rFonts w:eastAsia="Calibri"/>
              </w:rPr>
            </w:pPr>
            <w:r w:rsidRPr="006263F3">
              <w:rPr>
                <w:rFonts w:eastAsia="Calibri"/>
              </w:rPr>
              <w:t>use of workplace instructions</w:t>
            </w:r>
            <w:r w:rsidR="007C79E5">
              <w:rPr>
                <w:rFonts w:eastAsia="Calibri"/>
              </w:rPr>
              <w:t xml:space="preserve"> and industry </w:t>
            </w:r>
            <w:r w:rsidRPr="006263F3">
              <w:rPr>
                <w:rFonts w:eastAsia="Calibri"/>
              </w:rPr>
              <w:t>specifications</w:t>
            </w:r>
            <w:r w:rsidR="007C79E5">
              <w:rPr>
                <w:rFonts w:eastAsia="Calibri"/>
              </w:rPr>
              <w:t xml:space="preserve"> for seed testing and assessment</w:t>
            </w:r>
          </w:p>
          <w:p w14:paraId="5EDE35FD" w14:textId="7CA9054D" w:rsidR="00DA54B5" w:rsidRPr="006263F3" w:rsidRDefault="00DA54B5" w:rsidP="006263F3">
            <w:pPr>
              <w:pStyle w:val="SIBulletList2"/>
              <w:rPr>
                <w:rFonts w:eastAsia="Calibri"/>
              </w:rPr>
            </w:pPr>
            <w:r w:rsidRPr="006263F3">
              <w:rPr>
                <w:rFonts w:eastAsia="Calibri"/>
              </w:rPr>
              <w:t xml:space="preserve">access to specific </w:t>
            </w:r>
            <w:r w:rsidR="007C79E5">
              <w:rPr>
                <w:rFonts w:eastAsia="Calibri"/>
              </w:rPr>
              <w:t xml:space="preserve">seed testing and certification regulations and industry </w:t>
            </w:r>
            <w:r w:rsidRPr="006263F3">
              <w:rPr>
                <w:rFonts w:eastAsia="Calibri"/>
              </w:rPr>
              <w:t>practice</w:t>
            </w:r>
          </w:p>
          <w:p w14:paraId="0DCA1D1B" w14:textId="78A6A422" w:rsidR="00DA54B5" w:rsidRPr="006263F3" w:rsidRDefault="00DA54B5" w:rsidP="006263F3">
            <w:pPr>
              <w:pStyle w:val="SIBulletList1"/>
            </w:pPr>
            <w:r w:rsidRPr="006263F3">
              <w:t xml:space="preserve">relationships: </w:t>
            </w:r>
          </w:p>
          <w:p w14:paraId="1DCB4165" w14:textId="3D27213B" w:rsidR="00DA54B5" w:rsidRPr="006263F3" w:rsidRDefault="007C79E5" w:rsidP="006263F3">
            <w:pPr>
              <w:pStyle w:val="SIBulletList2"/>
            </w:pPr>
            <w:r>
              <w:t>supplier of seed for testing</w:t>
            </w:r>
          </w:p>
          <w:p w14:paraId="19987618" w14:textId="30A2219C" w:rsidR="00DA54B5" w:rsidRPr="006263F3" w:rsidRDefault="00DA54B5" w:rsidP="006263F3">
            <w:pPr>
              <w:pStyle w:val="SIBulletList2"/>
            </w:pPr>
            <w:r w:rsidRPr="006263F3">
              <w:t>supervisor(s)</w:t>
            </w:r>
          </w:p>
          <w:p w14:paraId="08F72541" w14:textId="2D9FC249" w:rsidR="00DA54B5" w:rsidRPr="006263F3" w:rsidRDefault="00DA54B5" w:rsidP="006263F3">
            <w:pPr>
              <w:pStyle w:val="SIBulletList1"/>
            </w:pPr>
            <w:r w:rsidRPr="006263F3">
              <w:t>timeframes:</w:t>
            </w:r>
          </w:p>
          <w:p w14:paraId="3DE0592A" w14:textId="0F42AE41" w:rsidR="00DA54B5" w:rsidRPr="006263F3" w:rsidRDefault="00DA54B5" w:rsidP="006263F3">
            <w:pPr>
              <w:pStyle w:val="SIBulletList1"/>
            </w:pPr>
            <w:r w:rsidRPr="006263F3">
              <w:t xml:space="preserve">according to </w:t>
            </w:r>
            <w:r w:rsidR="007C79E5">
              <w:t xml:space="preserve">seed testing </w:t>
            </w:r>
            <w:r w:rsidRPr="006263F3">
              <w:t>time</w:t>
            </w:r>
            <w:r w:rsidR="007C79E5">
              <w:t>s</w:t>
            </w:r>
            <w:r w:rsidRPr="006263F3">
              <w:t xml:space="preserve"> specified </w:t>
            </w:r>
            <w:r w:rsidR="007C79E5">
              <w:t>testing procedures.</w:t>
            </w:r>
          </w:p>
          <w:p w14:paraId="408F0CDB" w14:textId="3344D8BF" w:rsidR="003D2DDF" w:rsidRPr="006263F3" w:rsidRDefault="00DA54B5" w:rsidP="006263F3">
            <w:pPr>
              <w:pStyle w:val="SIText"/>
              <w:rPr>
                <w:rFonts w:eastAsia="Calibri"/>
              </w:rPr>
            </w:pPr>
            <w:r w:rsidRPr="006263F3">
              <w:t>Assessors of this unit must satisfy the requirements for assessors in applicable vocational education and training legislation, frameworks and/or standards.</w:t>
            </w:r>
            <w:r w:rsidR="0015745D" w:rsidRPr="006263F3" w:rsidDel="0015745D">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41558E"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13T15:46:00Z" w:initials="RB">
    <w:p w14:paraId="26F75C5A" w14:textId="32A6E3ED" w:rsidR="00510B6A" w:rsidRDefault="00510B6A">
      <w:r>
        <w:annotationRef/>
      </w:r>
      <w:r>
        <w:t>This is the first cut unit for combined seed testing unit at level 3.</w:t>
      </w:r>
    </w:p>
    <w:p w14:paraId="33A095FD" w14:textId="446BF542" w:rsidR="00510B6A" w:rsidRDefault="00510B6A">
      <w:r>
        <w:t xml:space="preserve">This unit is a supplementary unit to </w:t>
      </w:r>
      <w:r w:rsidRPr="00510B6A">
        <w:t>AHCBAC304 Test grains and seeds on receival</w:t>
      </w:r>
      <w:r>
        <w:t>.</w:t>
      </w:r>
    </w:p>
    <w:p w14:paraId="1E447C94" w14:textId="77777777" w:rsidR="00510B6A" w:rsidRDefault="00510B6A"/>
    <w:p w14:paraId="7CACC75B" w14:textId="50A0D382" w:rsidR="00510B6A" w:rsidRDefault="00510B6A">
      <w:r>
        <w:t>The unit is designed for laboratory testing of seed which may address certification requirements.</w:t>
      </w:r>
    </w:p>
    <w:p w14:paraId="705FA6EC" w14:textId="77777777" w:rsidR="007816B6" w:rsidRDefault="007816B6"/>
    <w:p w14:paraId="733DDBF2" w14:textId="1C7005F6" w:rsidR="007816B6" w:rsidRDefault="007816B6">
      <w:r>
        <w:t xml:space="preserve">The details for each specific seed test </w:t>
      </w:r>
      <w:proofErr w:type="gramStart"/>
      <w:r>
        <w:t>is</w:t>
      </w:r>
      <w:proofErr w:type="gramEnd"/>
      <w:r>
        <w:t xml:space="preserve"> not required in the PC's. </w:t>
      </w:r>
      <w:proofErr w:type="gramStart"/>
      <w:r>
        <w:t>However</w:t>
      </w:r>
      <w:proofErr w:type="gramEnd"/>
      <w:r>
        <w:t xml:space="preserve"> the detail would </w:t>
      </w:r>
      <w:r w:rsidR="00F0076D">
        <w:t xml:space="preserve">still </w:t>
      </w:r>
      <w:r>
        <w:t xml:space="preserve">be assed in the Performance Evidence and Knowledge Evidence components of the Assessment Requirements. </w:t>
      </w:r>
      <w:r w:rsidR="00F0076D">
        <w:t>This detail d</w:t>
      </w:r>
      <w:r>
        <w:t>oes not need to be specified as the</w:t>
      </w:r>
      <w:r w:rsidR="00F0076D">
        <w:t xml:space="preserve"> </w:t>
      </w:r>
      <w:proofErr w:type="gramStart"/>
      <w:r w:rsidR="00F0076D">
        <w:t>procedures</w:t>
      </w:r>
      <w:proofErr w:type="gramEnd"/>
      <w:r>
        <w:t xml:space="preserve"> tests may </w:t>
      </w:r>
      <w:r w:rsidR="00F0076D">
        <w:t>differ</w:t>
      </w:r>
      <w:r>
        <w:t xml:space="preserve"> with changes in standards. Hence the reference to Industry standards in the PC's and KE.</w:t>
      </w:r>
    </w:p>
    <w:p w14:paraId="57EA30A9" w14:textId="77777777" w:rsidR="007816B6" w:rsidRDefault="007816B6"/>
    <w:p w14:paraId="20939443" w14:textId="6EE47855" w:rsidR="007816B6" w:rsidRDefault="007816B6"/>
  </w:comment>
  <w:comment w:id="1" w:author="Ron Barrow" w:date="2021-01-13T15:42:00Z" w:initials="RB">
    <w:p w14:paraId="18F8AB32" w14:textId="77777777" w:rsidR="006263F3" w:rsidRDefault="006263F3">
      <w:r>
        <w:annotationRef/>
      </w:r>
    </w:p>
    <w:p w14:paraId="4BEFE797" w14:textId="16CC4CE5" w:rsidR="006263F3" w:rsidRDefault="006263F3">
      <w:r>
        <w:t>Working title only</w:t>
      </w:r>
    </w:p>
    <w:p w14:paraId="7B452F17" w14:textId="77777777" w:rsidR="006263F3" w:rsidRDefault="006263F3"/>
    <w:p w14:paraId="4ED0337C" w14:textId="14C4843D" w:rsidR="006263F3" w:rsidRDefault="006263F3">
      <w:r>
        <w:t xml:space="preserve">Advice </w:t>
      </w:r>
      <w:r w:rsidR="00B17802">
        <w:t xml:space="preserve">sought </w:t>
      </w:r>
      <w:r>
        <w:t>on better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939443" w15:done="0"/>
  <w15:commentEx w15:paraId="4ED033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939443" w16cid:durableId="23B2EA68"/>
  <w16cid:commentId w16cid:paraId="4ED0337C" w16cid:durableId="23B2EA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02999" w14:textId="77777777" w:rsidR="0041558E" w:rsidRDefault="0041558E" w:rsidP="00BF3F0A">
      <w:r>
        <w:separator/>
      </w:r>
    </w:p>
    <w:p w14:paraId="14887B32" w14:textId="77777777" w:rsidR="0041558E" w:rsidRDefault="0041558E"/>
  </w:endnote>
  <w:endnote w:type="continuationSeparator" w:id="0">
    <w:p w14:paraId="1A4DE782" w14:textId="77777777" w:rsidR="0041558E" w:rsidRDefault="0041558E" w:rsidP="00BF3F0A">
      <w:r>
        <w:continuationSeparator/>
      </w:r>
    </w:p>
    <w:p w14:paraId="39B7247E" w14:textId="77777777" w:rsidR="0041558E" w:rsidRDefault="00415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33AEB">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17AFE" w14:textId="77777777" w:rsidR="0041558E" w:rsidRDefault="0041558E" w:rsidP="00BF3F0A">
      <w:r>
        <w:separator/>
      </w:r>
    </w:p>
    <w:p w14:paraId="4B485D28" w14:textId="77777777" w:rsidR="0041558E" w:rsidRDefault="0041558E"/>
  </w:footnote>
  <w:footnote w:type="continuationSeparator" w:id="0">
    <w:p w14:paraId="27DC926D" w14:textId="77777777" w:rsidR="0041558E" w:rsidRDefault="0041558E" w:rsidP="00BF3F0A">
      <w:r>
        <w:continuationSeparator/>
      </w:r>
    </w:p>
    <w:p w14:paraId="53EA3996" w14:textId="77777777" w:rsidR="0041558E" w:rsidRDefault="004155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4D3001A6" w:rsidR="009C2650" w:rsidRPr="00E15D8C" w:rsidRDefault="00E15D8C" w:rsidP="00E15D8C">
    <w:r w:rsidRPr="00E15D8C">
      <w:rPr>
        <w:lang w:eastAsia="en-US"/>
      </w:rPr>
      <w:t>AHCSDT3</w:t>
    </w:r>
    <w:r w:rsidR="009D71A5">
      <w:t>XX</w:t>
    </w:r>
    <w:r w:rsidRPr="00E15D8C">
      <w:rPr>
        <w:lang w:eastAsia="en-US"/>
      </w:rPr>
      <w:t xml:space="preserve"> Perform </w:t>
    </w:r>
    <w:r w:rsidR="009D71A5">
      <w:t xml:space="preserve">tests </w:t>
    </w:r>
    <w:r w:rsidR="006165D6">
      <w:t xml:space="preserve">for quality </w:t>
    </w:r>
    <w:r w:rsidR="009D71A5">
      <w:t>on seeds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318D"/>
    <w:rsid w:val="00016803"/>
    <w:rsid w:val="00023992"/>
    <w:rsid w:val="000275AE"/>
    <w:rsid w:val="00041E59"/>
    <w:rsid w:val="00055168"/>
    <w:rsid w:val="00064BFE"/>
    <w:rsid w:val="00070B3E"/>
    <w:rsid w:val="00071F95"/>
    <w:rsid w:val="000737BB"/>
    <w:rsid w:val="00074E47"/>
    <w:rsid w:val="000754EC"/>
    <w:rsid w:val="0009093B"/>
    <w:rsid w:val="000972AF"/>
    <w:rsid w:val="000A5441"/>
    <w:rsid w:val="000B2022"/>
    <w:rsid w:val="000B529A"/>
    <w:rsid w:val="000C149A"/>
    <w:rsid w:val="000C224E"/>
    <w:rsid w:val="000E25E6"/>
    <w:rsid w:val="000E2C86"/>
    <w:rsid w:val="000F29F2"/>
    <w:rsid w:val="000F4EBA"/>
    <w:rsid w:val="00101659"/>
    <w:rsid w:val="00105AEA"/>
    <w:rsid w:val="001078BF"/>
    <w:rsid w:val="001133AC"/>
    <w:rsid w:val="00133957"/>
    <w:rsid w:val="001372F6"/>
    <w:rsid w:val="001426E0"/>
    <w:rsid w:val="00144385"/>
    <w:rsid w:val="00146EEC"/>
    <w:rsid w:val="00151D55"/>
    <w:rsid w:val="00151D93"/>
    <w:rsid w:val="00156EF3"/>
    <w:rsid w:val="0015745D"/>
    <w:rsid w:val="0017100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6D76"/>
    <w:rsid w:val="00223124"/>
    <w:rsid w:val="00233143"/>
    <w:rsid w:val="00234444"/>
    <w:rsid w:val="00236C59"/>
    <w:rsid w:val="00242293"/>
    <w:rsid w:val="00244EA7"/>
    <w:rsid w:val="00255EFD"/>
    <w:rsid w:val="002618DC"/>
    <w:rsid w:val="00262A65"/>
    <w:rsid w:val="00262FC3"/>
    <w:rsid w:val="0026394F"/>
    <w:rsid w:val="00267AF6"/>
    <w:rsid w:val="00273AA3"/>
    <w:rsid w:val="00276DB8"/>
    <w:rsid w:val="0028241F"/>
    <w:rsid w:val="00282664"/>
    <w:rsid w:val="00285FB8"/>
    <w:rsid w:val="002970C3"/>
    <w:rsid w:val="002A4CD3"/>
    <w:rsid w:val="002A6CC4"/>
    <w:rsid w:val="002C55E9"/>
    <w:rsid w:val="002D0C8B"/>
    <w:rsid w:val="002D330A"/>
    <w:rsid w:val="002E170C"/>
    <w:rsid w:val="002E193E"/>
    <w:rsid w:val="003058A3"/>
    <w:rsid w:val="00305EFF"/>
    <w:rsid w:val="00310A6A"/>
    <w:rsid w:val="003144E6"/>
    <w:rsid w:val="00326166"/>
    <w:rsid w:val="00337E82"/>
    <w:rsid w:val="003418D3"/>
    <w:rsid w:val="00346FDC"/>
    <w:rsid w:val="00350BB1"/>
    <w:rsid w:val="00352C83"/>
    <w:rsid w:val="00365084"/>
    <w:rsid w:val="00366805"/>
    <w:rsid w:val="0037067D"/>
    <w:rsid w:val="00373436"/>
    <w:rsid w:val="0038735B"/>
    <w:rsid w:val="003916D1"/>
    <w:rsid w:val="00394C90"/>
    <w:rsid w:val="003A21F0"/>
    <w:rsid w:val="003A277F"/>
    <w:rsid w:val="003A58BA"/>
    <w:rsid w:val="003A5AE7"/>
    <w:rsid w:val="003A7221"/>
    <w:rsid w:val="003B3493"/>
    <w:rsid w:val="003B3684"/>
    <w:rsid w:val="003C13AE"/>
    <w:rsid w:val="003C7152"/>
    <w:rsid w:val="003D2DDF"/>
    <w:rsid w:val="003D2E73"/>
    <w:rsid w:val="003E72B6"/>
    <w:rsid w:val="003E7BBE"/>
    <w:rsid w:val="003F40D1"/>
    <w:rsid w:val="004127E3"/>
    <w:rsid w:val="0041558E"/>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4F40"/>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7E2"/>
    <w:rsid w:val="00510B6A"/>
    <w:rsid w:val="005145AB"/>
    <w:rsid w:val="00520E9A"/>
    <w:rsid w:val="005248C1"/>
    <w:rsid w:val="00526134"/>
    <w:rsid w:val="005405B2"/>
    <w:rsid w:val="005427C8"/>
    <w:rsid w:val="005446D1"/>
    <w:rsid w:val="005529BE"/>
    <w:rsid w:val="00556C4C"/>
    <w:rsid w:val="00557369"/>
    <w:rsid w:val="00557D22"/>
    <w:rsid w:val="0056018E"/>
    <w:rsid w:val="00564ADD"/>
    <w:rsid w:val="005708EB"/>
    <w:rsid w:val="00575BC6"/>
    <w:rsid w:val="00583902"/>
    <w:rsid w:val="005A1D70"/>
    <w:rsid w:val="005A3AA5"/>
    <w:rsid w:val="005A6C9C"/>
    <w:rsid w:val="005A74DC"/>
    <w:rsid w:val="005B2B86"/>
    <w:rsid w:val="005B5146"/>
    <w:rsid w:val="005C1A3C"/>
    <w:rsid w:val="005D1AFD"/>
    <w:rsid w:val="005D671F"/>
    <w:rsid w:val="005E51E6"/>
    <w:rsid w:val="005F027A"/>
    <w:rsid w:val="005F33CC"/>
    <w:rsid w:val="005F771F"/>
    <w:rsid w:val="00600BFD"/>
    <w:rsid w:val="00606AA8"/>
    <w:rsid w:val="006121D4"/>
    <w:rsid w:val="00613B49"/>
    <w:rsid w:val="006165D6"/>
    <w:rsid w:val="00616845"/>
    <w:rsid w:val="006207EB"/>
    <w:rsid w:val="00620E8E"/>
    <w:rsid w:val="006263F3"/>
    <w:rsid w:val="00633CFE"/>
    <w:rsid w:val="00634FCA"/>
    <w:rsid w:val="00643D1B"/>
    <w:rsid w:val="006452B8"/>
    <w:rsid w:val="00652E62"/>
    <w:rsid w:val="0066730A"/>
    <w:rsid w:val="00686A49"/>
    <w:rsid w:val="00687B62"/>
    <w:rsid w:val="00690C44"/>
    <w:rsid w:val="006969D9"/>
    <w:rsid w:val="006A2B68"/>
    <w:rsid w:val="006C21D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3E2B"/>
    <w:rsid w:val="00757005"/>
    <w:rsid w:val="0076166D"/>
    <w:rsid w:val="00761DBE"/>
    <w:rsid w:val="0076523B"/>
    <w:rsid w:val="0077082A"/>
    <w:rsid w:val="00771B60"/>
    <w:rsid w:val="007816B6"/>
    <w:rsid w:val="00781D77"/>
    <w:rsid w:val="00783549"/>
    <w:rsid w:val="007860B7"/>
    <w:rsid w:val="00786DC8"/>
    <w:rsid w:val="007A300D"/>
    <w:rsid w:val="007C79E5"/>
    <w:rsid w:val="007D5A78"/>
    <w:rsid w:val="007E3BD1"/>
    <w:rsid w:val="007F1563"/>
    <w:rsid w:val="007F1EB2"/>
    <w:rsid w:val="007F44DB"/>
    <w:rsid w:val="007F5A8B"/>
    <w:rsid w:val="0080307A"/>
    <w:rsid w:val="008030A2"/>
    <w:rsid w:val="00817D51"/>
    <w:rsid w:val="00823530"/>
    <w:rsid w:val="00823FF4"/>
    <w:rsid w:val="00830267"/>
    <w:rsid w:val="008306E7"/>
    <w:rsid w:val="008322BE"/>
    <w:rsid w:val="00833B25"/>
    <w:rsid w:val="00834BC8"/>
    <w:rsid w:val="00837FD6"/>
    <w:rsid w:val="00847B60"/>
    <w:rsid w:val="00850243"/>
    <w:rsid w:val="008509E9"/>
    <w:rsid w:val="00851BE5"/>
    <w:rsid w:val="008542D7"/>
    <w:rsid w:val="008545EB"/>
    <w:rsid w:val="00865011"/>
    <w:rsid w:val="008735D8"/>
    <w:rsid w:val="00886790"/>
    <w:rsid w:val="008908DE"/>
    <w:rsid w:val="008934B0"/>
    <w:rsid w:val="008A12ED"/>
    <w:rsid w:val="008A39D3"/>
    <w:rsid w:val="008B2C77"/>
    <w:rsid w:val="008B4AD2"/>
    <w:rsid w:val="008B7138"/>
    <w:rsid w:val="008C2048"/>
    <w:rsid w:val="008E260C"/>
    <w:rsid w:val="008E39BE"/>
    <w:rsid w:val="008E62EC"/>
    <w:rsid w:val="008F2D72"/>
    <w:rsid w:val="008F32F6"/>
    <w:rsid w:val="00916CD7"/>
    <w:rsid w:val="00920927"/>
    <w:rsid w:val="00921B38"/>
    <w:rsid w:val="00923720"/>
    <w:rsid w:val="009278C9"/>
    <w:rsid w:val="00932CD7"/>
    <w:rsid w:val="00944C09"/>
    <w:rsid w:val="009527CB"/>
    <w:rsid w:val="00953835"/>
    <w:rsid w:val="00960F6C"/>
    <w:rsid w:val="00970747"/>
    <w:rsid w:val="0097296F"/>
    <w:rsid w:val="009847D9"/>
    <w:rsid w:val="00997BFC"/>
    <w:rsid w:val="009A5900"/>
    <w:rsid w:val="009A6E6C"/>
    <w:rsid w:val="009A6F3F"/>
    <w:rsid w:val="009B331A"/>
    <w:rsid w:val="009C2650"/>
    <w:rsid w:val="009C4AB2"/>
    <w:rsid w:val="009D15E2"/>
    <w:rsid w:val="009D15FE"/>
    <w:rsid w:val="009D4413"/>
    <w:rsid w:val="009D5D2C"/>
    <w:rsid w:val="009D71A5"/>
    <w:rsid w:val="009D7D22"/>
    <w:rsid w:val="009F0DCC"/>
    <w:rsid w:val="009F11CA"/>
    <w:rsid w:val="00A0695B"/>
    <w:rsid w:val="00A11EEE"/>
    <w:rsid w:val="00A13052"/>
    <w:rsid w:val="00A216A8"/>
    <w:rsid w:val="00A223A6"/>
    <w:rsid w:val="00A32832"/>
    <w:rsid w:val="00A3639E"/>
    <w:rsid w:val="00A50336"/>
    <w:rsid w:val="00A5092E"/>
    <w:rsid w:val="00A554D6"/>
    <w:rsid w:val="00A56E14"/>
    <w:rsid w:val="00A6476B"/>
    <w:rsid w:val="00A76C6C"/>
    <w:rsid w:val="00A87356"/>
    <w:rsid w:val="00A92DD1"/>
    <w:rsid w:val="00A95339"/>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17802"/>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07BD"/>
    <w:rsid w:val="00BF1D4C"/>
    <w:rsid w:val="00BF3F0A"/>
    <w:rsid w:val="00C10551"/>
    <w:rsid w:val="00C143C3"/>
    <w:rsid w:val="00C16EA9"/>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A4F33"/>
    <w:rsid w:val="00CA566C"/>
    <w:rsid w:val="00CB33CF"/>
    <w:rsid w:val="00CB746F"/>
    <w:rsid w:val="00CC0BF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27182"/>
    <w:rsid w:val="00D32124"/>
    <w:rsid w:val="00D52267"/>
    <w:rsid w:val="00D54C76"/>
    <w:rsid w:val="00D632BB"/>
    <w:rsid w:val="00D71E43"/>
    <w:rsid w:val="00D727F3"/>
    <w:rsid w:val="00D73695"/>
    <w:rsid w:val="00D80E4F"/>
    <w:rsid w:val="00D810DE"/>
    <w:rsid w:val="00D87D32"/>
    <w:rsid w:val="00D91188"/>
    <w:rsid w:val="00D92C83"/>
    <w:rsid w:val="00DA0A81"/>
    <w:rsid w:val="00DA3C10"/>
    <w:rsid w:val="00DA53B5"/>
    <w:rsid w:val="00DA54B5"/>
    <w:rsid w:val="00DC1D69"/>
    <w:rsid w:val="00DC5A3A"/>
    <w:rsid w:val="00DD0726"/>
    <w:rsid w:val="00E0319C"/>
    <w:rsid w:val="00E0379D"/>
    <w:rsid w:val="00E15D8C"/>
    <w:rsid w:val="00E238E6"/>
    <w:rsid w:val="00E34CD8"/>
    <w:rsid w:val="00E35064"/>
    <w:rsid w:val="00E3681D"/>
    <w:rsid w:val="00E40225"/>
    <w:rsid w:val="00E4728D"/>
    <w:rsid w:val="00E501F0"/>
    <w:rsid w:val="00E6166D"/>
    <w:rsid w:val="00E77A5C"/>
    <w:rsid w:val="00E91BFF"/>
    <w:rsid w:val="00E92933"/>
    <w:rsid w:val="00E933B0"/>
    <w:rsid w:val="00E94FAD"/>
    <w:rsid w:val="00E95498"/>
    <w:rsid w:val="00E96EF1"/>
    <w:rsid w:val="00EB0AA4"/>
    <w:rsid w:val="00EB5C88"/>
    <w:rsid w:val="00EC0469"/>
    <w:rsid w:val="00EC0C3E"/>
    <w:rsid w:val="00EC7335"/>
    <w:rsid w:val="00EF01F8"/>
    <w:rsid w:val="00EF3268"/>
    <w:rsid w:val="00EF40EF"/>
    <w:rsid w:val="00EF47FE"/>
    <w:rsid w:val="00F0076D"/>
    <w:rsid w:val="00F069BD"/>
    <w:rsid w:val="00F1480E"/>
    <w:rsid w:val="00F1497D"/>
    <w:rsid w:val="00F16AAC"/>
    <w:rsid w:val="00F17E27"/>
    <w:rsid w:val="00F30C7D"/>
    <w:rsid w:val="00F3243C"/>
    <w:rsid w:val="00F33AEB"/>
    <w:rsid w:val="00F33FF2"/>
    <w:rsid w:val="00F438FC"/>
    <w:rsid w:val="00F5616F"/>
    <w:rsid w:val="00F56451"/>
    <w:rsid w:val="00F56827"/>
    <w:rsid w:val="00F62866"/>
    <w:rsid w:val="00F65EF0"/>
    <w:rsid w:val="00F71651"/>
    <w:rsid w:val="00F73021"/>
    <w:rsid w:val="00F76191"/>
    <w:rsid w:val="00F76CC6"/>
    <w:rsid w:val="00F8149F"/>
    <w:rsid w:val="00F83D7C"/>
    <w:rsid w:val="00F8524E"/>
    <w:rsid w:val="00FB232E"/>
    <w:rsid w:val="00FB27F2"/>
    <w:rsid w:val="00FD557D"/>
    <w:rsid w:val="00FE0282"/>
    <w:rsid w:val="00FE124D"/>
    <w:rsid w:val="00FE792C"/>
    <w:rsid w:val="00FF58F8"/>
    <w:rsid w:val="00FF5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C9666EE9B8164EA4CA6813E2ACE329" ma:contentTypeVersion="3" ma:contentTypeDescription="Create a new document." ma:contentTypeScope="" ma:versionID="e248750029339ca9efee1c8e3b2eb8e4">
  <xsd:schema xmlns:xsd="http://www.w3.org/2001/XMLSchema" xmlns:xs="http://www.w3.org/2001/XMLSchema" xmlns:p="http://schemas.microsoft.com/office/2006/metadata/properties" xmlns:ns2="68711fda-34bb-4684-8024-0ccf9cb8bdab" targetNamespace="http://schemas.microsoft.com/office/2006/metadata/properties" ma:root="true" ma:fieldsID="937acd7b588d201784163f3f40a5f352" ns2:_="">
    <xsd:import namespace="68711fda-34bb-4684-8024-0ccf9cb8bdab"/>
    <xsd:element name="properties">
      <xsd:complexType>
        <xsd:sequence>
          <xsd:element name="documentManagement">
            <xsd:complexType>
              <xsd:all>
                <xsd:element ref="ns2:Project_x0020_Phas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11fda-34bb-4684-8024-0ccf9cb8bda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68711fda-34bb-4684-8024-0ccf9cb8bda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CB4CF5C-249D-4AD1-A197-89A97F0B0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11fda-34bb-4684-8024-0ccf9cb8b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8711fda-34bb-4684-8024-0ccf9cb8bdab"/>
  </ds:schemaRefs>
</ds:datastoreItem>
</file>

<file path=customXml/itemProps4.xml><?xml version="1.0" encoding="utf-8"?>
<ds:datastoreItem xmlns:ds="http://schemas.openxmlformats.org/officeDocument/2006/customXml" ds:itemID="{CAA7FBFA-C4AF-4842-9128-7966B1B3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292</TotalTime>
  <Pages>5</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49</cp:revision>
  <cp:lastPrinted>2016-05-27T05:21:00Z</cp:lastPrinted>
  <dcterms:created xsi:type="dcterms:W3CDTF">2021-01-12T22:50:00Z</dcterms:created>
  <dcterms:modified xsi:type="dcterms:W3CDTF">2021-01-20T06:45:00Z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0x010100F5C9666EE9B8164EA4CA6813E2ACE329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